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4027437C" w:rsidR="00BE3A92" w:rsidRPr="001F5BA7" w:rsidRDefault="00B7759D" w:rsidP="00E552F8">
      <w:pPr>
        <w:pStyle w:val="CS"/>
        <w:jc w:val="both"/>
        <w:rPr>
          <w:rFonts w:ascii="Helvetica 75 Bold" w:hAnsi="Helvetica 75 Bold"/>
          <w:sz w:val="56"/>
          <w:szCs w:val="56"/>
        </w:rPr>
      </w:pPr>
      <w:r w:rsidRPr="001F5BA7">
        <w:rPr>
          <w:rFonts w:ascii="Helvetica 75 Bold" w:hAnsi="Helvetica 75 Bold"/>
          <w:sz w:val="56"/>
          <w:szCs w:val="56"/>
        </w:rPr>
        <w:t>Conditions</w:t>
      </w:r>
      <w:r w:rsidR="00BE3A92" w:rsidRPr="001F5BA7">
        <w:rPr>
          <w:rFonts w:ascii="Helvetica 75 Bold" w:hAnsi="Helvetica 75 Bold"/>
          <w:sz w:val="56"/>
          <w:szCs w:val="56"/>
        </w:rPr>
        <w:t xml:space="preserve"> </w:t>
      </w:r>
      <w:r w:rsidR="007E534B" w:rsidRPr="001F5BA7">
        <w:rPr>
          <w:rFonts w:ascii="Helvetica 75 Bold" w:hAnsi="Helvetica 75 Bold"/>
          <w:sz w:val="56"/>
          <w:szCs w:val="56"/>
        </w:rPr>
        <w:t>S</w:t>
      </w:r>
      <w:r w:rsidR="00BE3A92" w:rsidRPr="001F5BA7">
        <w:rPr>
          <w:rFonts w:ascii="Helvetica 75 Bold" w:hAnsi="Helvetica 75 Bold"/>
          <w:sz w:val="56"/>
          <w:szCs w:val="56"/>
        </w:rPr>
        <w:t>p</w:t>
      </w:r>
      <w:r w:rsidR="00953E12" w:rsidRPr="001F5BA7">
        <w:rPr>
          <w:rFonts w:ascii="Helvetica 75 Bold" w:hAnsi="Helvetica 75 Bold"/>
          <w:sz w:val="56"/>
          <w:szCs w:val="56"/>
        </w:rPr>
        <w:t>é</w:t>
      </w:r>
      <w:r w:rsidR="00BE3A92" w:rsidRPr="001F5BA7">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73564BE9"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81124F" w:rsidRPr="0081124F">
        <w:rPr>
          <w:rFonts w:ascii="Helvetica 55 Roman" w:hAnsi="Helvetica 55 Roman"/>
          <w:sz w:val="36"/>
          <w:szCs w:val="44"/>
        </w:rPr>
        <w:t>LAVAL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1F5BA7" w:rsidRDefault="00BF6F78" w:rsidP="00F2655C">
      <w:pPr>
        <w:pStyle w:val="Sommaireniveau1"/>
        <w:rPr>
          <w:b/>
          <w:color w:val="auto"/>
          <w:sz w:val="28"/>
          <w:szCs w:val="28"/>
        </w:rPr>
      </w:pPr>
      <w:r w:rsidRPr="001F4234">
        <w:br w:type="page"/>
      </w:r>
      <w:r w:rsidR="00195CD3" w:rsidRPr="001F5BA7">
        <w:rPr>
          <w:b/>
          <w:color w:val="auto"/>
          <w:sz w:val="28"/>
          <w:szCs w:val="28"/>
        </w:rPr>
        <w:lastRenderedPageBreak/>
        <w:t xml:space="preserve">Table </w:t>
      </w:r>
      <w:r w:rsidR="00C63AAC" w:rsidRPr="001F5BA7">
        <w:rPr>
          <w:b/>
          <w:color w:val="auto"/>
          <w:sz w:val="28"/>
          <w:szCs w:val="28"/>
        </w:rPr>
        <w:t>des matières</w:t>
      </w:r>
    </w:p>
    <w:p w14:paraId="4D1AC707" w14:textId="77777777" w:rsidR="00C63AAC" w:rsidRPr="001F4234" w:rsidRDefault="00C63AAC" w:rsidP="00F2655C">
      <w:pPr>
        <w:pStyle w:val="StyleHelvetica55Roman18ptOrangeJustifi"/>
        <w:rPr>
          <w:sz w:val="28"/>
          <w:szCs w:val="28"/>
        </w:rPr>
      </w:pPr>
    </w:p>
    <w:p w14:paraId="1EDC28F9" w14:textId="77777777" w:rsidR="005945D3" w:rsidRDefault="00F735FD" w:rsidP="001F5BA7">
      <w:pPr>
        <w:pStyle w:val="TM1"/>
        <w:rPr>
          <w:rFonts w:asciiTheme="minorHAnsi" w:eastAsiaTheme="minorEastAsia" w:hAnsiTheme="minorHAnsi" w:cstheme="minorBidi"/>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69280256" w:history="1">
        <w:r w:rsidR="005945D3" w:rsidRPr="00F5010B">
          <w:rPr>
            <w:rStyle w:val="Lienhypertexte"/>
          </w:rPr>
          <w:t>article 1 - objet</w:t>
        </w:r>
        <w:r w:rsidR="005945D3">
          <w:rPr>
            <w:webHidden/>
          </w:rPr>
          <w:tab/>
        </w:r>
        <w:r w:rsidR="005945D3">
          <w:rPr>
            <w:webHidden/>
          </w:rPr>
          <w:fldChar w:fldCharType="begin"/>
        </w:r>
        <w:r w:rsidR="005945D3">
          <w:rPr>
            <w:webHidden/>
          </w:rPr>
          <w:instrText xml:space="preserve"> PAGEREF _Toc69280256 \h </w:instrText>
        </w:r>
        <w:r w:rsidR="005945D3">
          <w:rPr>
            <w:webHidden/>
          </w:rPr>
        </w:r>
        <w:r w:rsidR="005945D3">
          <w:rPr>
            <w:webHidden/>
          </w:rPr>
          <w:fldChar w:fldCharType="separate"/>
        </w:r>
        <w:r w:rsidR="005945D3">
          <w:rPr>
            <w:webHidden/>
          </w:rPr>
          <w:t>4</w:t>
        </w:r>
        <w:r w:rsidR="005945D3">
          <w:rPr>
            <w:webHidden/>
          </w:rPr>
          <w:fldChar w:fldCharType="end"/>
        </w:r>
      </w:hyperlink>
    </w:p>
    <w:p w14:paraId="7F1CA5B4" w14:textId="77777777" w:rsidR="005945D3" w:rsidRDefault="00DC6284" w:rsidP="001F5BA7">
      <w:pPr>
        <w:pStyle w:val="TM1"/>
        <w:rPr>
          <w:rFonts w:asciiTheme="minorHAnsi" w:eastAsiaTheme="minorEastAsia" w:hAnsiTheme="minorHAnsi" w:cstheme="minorBidi"/>
          <w:kern w:val="0"/>
          <w:sz w:val="22"/>
          <w:szCs w:val="22"/>
        </w:rPr>
      </w:pPr>
      <w:hyperlink w:anchor="_Toc69280257" w:history="1">
        <w:r w:rsidR="005945D3" w:rsidRPr="00F5010B">
          <w:rPr>
            <w:rStyle w:val="Lienhypertexte"/>
          </w:rPr>
          <w:t>article 2 - définitions</w:t>
        </w:r>
        <w:r w:rsidR="005945D3">
          <w:rPr>
            <w:webHidden/>
          </w:rPr>
          <w:tab/>
        </w:r>
        <w:r w:rsidR="005945D3">
          <w:rPr>
            <w:webHidden/>
          </w:rPr>
          <w:fldChar w:fldCharType="begin"/>
        </w:r>
        <w:r w:rsidR="005945D3">
          <w:rPr>
            <w:webHidden/>
          </w:rPr>
          <w:instrText xml:space="preserve"> PAGEREF _Toc69280257 \h </w:instrText>
        </w:r>
        <w:r w:rsidR="005945D3">
          <w:rPr>
            <w:webHidden/>
          </w:rPr>
        </w:r>
        <w:r w:rsidR="005945D3">
          <w:rPr>
            <w:webHidden/>
          </w:rPr>
          <w:fldChar w:fldCharType="separate"/>
        </w:r>
        <w:r w:rsidR="005945D3">
          <w:rPr>
            <w:webHidden/>
          </w:rPr>
          <w:t>4</w:t>
        </w:r>
        <w:r w:rsidR="005945D3">
          <w:rPr>
            <w:webHidden/>
          </w:rPr>
          <w:fldChar w:fldCharType="end"/>
        </w:r>
      </w:hyperlink>
    </w:p>
    <w:p w14:paraId="090DF503" w14:textId="77777777" w:rsidR="005945D3" w:rsidRDefault="00DC6284" w:rsidP="001F5BA7">
      <w:pPr>
        <w:pStyle w:val="TM1"/>
        <w:rPr>
          <w:rFonts w:asciiTheme="minorHAnsi" w:eastAsiaTheme="minorEastAsia" w:hAnsiTheme="minorHAnsi" w:cstheme="minorBidi"/>
          <w:kern w:val="0"/>
          <w:sz w:val="22"/>
          <w:szCs w:val="22"/>
        </w:rPr>
      </w:pPr>
      <w:hyperlink w:anchor="_Toc69280258" w:history="1">
        <w:r w:rsidR="005945D3" w:rsidRPr="00F5010B">
          <w:rPr>
            <w:rStyle w:val="Lienhypertexte"/>
          </w:rPr>
          <w:t>article 3 - pré-requis</w:t>
        </w:r>
        <w:r w:rsidR="005945D3">
          <w:rPr>
            <w:webHidden/>
          </w:rPr>
          <w:tab/>
        </w:r>
        <w:r w:rsidR="005945D3">
          <w:rPr>
            <w:webHidden/>
          </w:rPr>
          <w:fldChar w:fldCharType="begin"/>
        </w:r>
        <w:r w:rsidR="005945D3">
          <w:rPr>
            <w:webHidden/>
          </w:rPr>
          <w:instrText xml:space="preserve"> PAGEREF _Toc69280258 \h </w:instrText>
        </w:r>
        <w:r w:rsidR="005945D3">
          <w:rPr>
            <w:webHidden/>
          </w:rPr>
        </w:r>
        <w:r w:rsidR="005945D3">
          <w:rPr>
            <w:webHidden/>
          </w:rPr>
          <w:fldChar w:fldCharType="separate"/>
        </w:r>
        <w:r w:rsidR="005945D3">
          <w:rPr>
            <w:webHidden/>
          </w:rPr>
          <w:t>5</w:t>
        </w:r>
        <w:r w:rsidR="005945D3">
          <w:rPr>
            <w:webHidden/>
          </w:rPr>
          <w:fldChar w:fldCharType="end"/>
        </w:r>
      </w:hyperlink>
    </w:p>
    <w:p w14:paraId="777D2910" w14:textId="77777777" w:rsidR="005945D3" w:rsidRDefault="00DC6284" w:rsidP="001F5BA7">
      <w:pPr>
        <w:pStyle w:val="TM1"/>
        <w:rPr>
          <w:rFonts w:asciiTheme="minorHAnsi" w:eastAsiaTheme="minorEastAsia" w:hAnsiTheme="minorHAnsi" w:cstheme="minorBidi"/>
          <w:kern w:val="0"/>
          <w:sz w:val="22"/>
          <w:szCs w:val="22"/>
        </w:rPr>
      </w:pPr>
      <w:hyperlink w:anchor="_Toc69280259" w:history="1">
        <w:r w:rsidR="005945D3" w:rsidRPr="00F5010B">
          <w:rPr>
            <w:rStyle w:val="Lienhypertexte"/>
          </w:rPr>
          <w:t>article 4 - informations sur le déploiement</w:t>
        </w:r>
        <w:r w:rsidR="005945D3">
          <w:rPr>
            <w:webHidden/>
          </w:rPr>
          <w:tab/>
        </w:r>
        <w:r w:rsidR="005945D3">
          <w:rPr>
            <w:webHidden/>
          </w:rPr>
          <w:fldChar w:fldCharType="begin"/>
        </w:r>
        <w:r w:rsidR="005945D3">
          <w:rPr>
            <w:webHidden/>
          </w:rPr>
          <w:instrText xml:space="preserve"> PAGEREF _Toc69280259 \h </w:instrText>
        </w:r>
        <w:r w:rsidR="005945D3">
          <w:rPr>
            <w:webHidden/>
          </w:rPr>
        </w:r>
        <w:r w:rsidR="005945D3">
          <w:rPr>
            <w:webHidden/>
          </w:rPr>
          <w:fldChar w:fldCharType="separate"/>
        </w:r>
        <w:r w:rsidR="005945D3">
          <w:rPr>
            <w:webHidden/>
          </w:rPr>
          <w:t>6</w:t>
        </w:r>
        <w:r w:rsidR="005945D3">
          <w:rPr>
            <w:webHidden/>
          </w:rPr>
          <w:fldChar w:fldCharType="end"/>
        </w:r>
      </w:hyperlink>
    </w:p>
    <w:p w14:paraId="179D34C4"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60" w:history="1">
        <w:r w:rsidR="005945D3" w:rsidRPr="00F5010B">
          <w:rPr>
            <w:rStyle w:val="Lienhypertexte"/>
            <w:rFonts w:cs="Arial"/>
            <w:bCs/>
            <w:iCs/>
            <w:noProof/>
          </w:rPr>
          <w:t>4.1 information sur la couverture de l’Offre</w:t>
        </w:r>
        <w:r w:rsidR="005945D3">
          <w:rPr>
            <w:noProof/>
            <w:webHidden/>
          </w:rPr>
          <w:tab/>
        </w:r>
        <w:r w:rsidR="005945D3">
          <w:rPr>
            <w:noProof/>
            <w:webHidden/>
          </w:rPr>
          <w:fldChar w:fldCharType="begin"/>
        </w:r>
        <w:r w:rsidR="005945D3">
          <w:rPr>
            <w:noProof/>
            <w:webHidden/>
          </w:rPr>
          <w:instrText xml:space="preserve"> PAGEREF _Toc69280260 \h </w:instrText>
        </w:r>
        <w:r w:rsidR="005945D3">
          <w:rPr>
            <w:noProof/>
            <w:webHidden/>
          </w:rPr>
        </w:r>
        <w:r w:rsidR="005945D3">
          <w:rPr>
            <w:noProof/>
            <w:webHidden/>
          </w:rPr>
          <w:fldChar w:fldCharType="separate"/>
        </w:r>
        <w:r w:rsidR="005945D3">
          <w:rPr>
            <w:noProof/>
            <w:webHidden/>
          </w:rPr>
          <w:t>6</w:t>
        </w:r>
        <w:r w:rsidR="005945D3">
          <w:rPr>
            <w:noProof/>
            <w:webHidden/>
          </w:rPr>
          <w:fldChar w:fldCharType="end"/>
        </w:r>
      </w:hyperlink>
    </w:p>
    <w:p w14:paraId="04FDF0B0"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61" w:history="1">
        <w:r w:rsidR="005945D3" w:rsidRPr="00F5010B">
          <w:rPr>
            <w:rStyle w:val="Lienhypertexte"/>
            <w:rFonts w:cs="Arial"/>
            <w:bCs/>
            <w:iCs/>
            <w:noProof/>
          </w:rPr>
          <w:t>4.2 service d’éligibilité</w:t>
        </w:r>
        <w:r w:rsidR="005945D3">
          <w:rPr>
            <w:noProof/>
            <w:webHidden/>
          </w:rPr>
          <w:tab/>
        </w:r>
        <w:r w:rsidR="005945D3">
          <w:rPr>
            <w:noProof/>
            <w:webHidden/>
          </w:rPr>
          <w:fldChar w:fldCharType="begin"/>
        </w:r>
        <w:r w:rsidR="005945D3">
          <w:rPr>
            <w:noProof/>
            <w:webHidden/>
          </w:rPr>
          <w:instrText xml:space="preserve"> PAGEREF _Toc69280261 \h </w:instrText>
        </w:r>
        <w:r w:rsidR="005945D3">
          <w:rPr>
            <w:noProof/>
            <w:webHidden/>
          </w:rPr>
        </w:r>
        <w:r w:rsidR="005945D3">
          <w:rPr>
            <w:noProof/>
            <w:webHidden/>
          </w:rPr>
          <w:fldChar w:fldCharType="separate"/>
        </w:r>
        <w:r w:rsidR="005945D3">
          <w:rPr>
            <w:noProof/>
            <w:webHidden/>
          </w:rPr>
          <w:t>6</w:t>
        </w:r>
        <w:r w:rsidR="005945D3">
          <w:rPr>
            <w:noProof/>
            <w:webHidden/>
          </w:rPr>
          <w:fldChar w:fldCharType="end"/>
        </w:r>
      </w:hyperlink>
    </w:p>
    <w:p w14:paraId="1D074D3B" w14:textId="77777777" w:rsidR="005945D3" w:rsidRDefault="00DC6284" w:rsidP="001F5BA7">
      <w:pPr>
        <w:pStyle w:val="TM1"/>
        <w:rPr>
          <w:rFonts w:asciiTheme="minorHAnsi" w:eastAsiaTheme="minorEastAsia" w:hAnsiTheme="minorHAnsi" w:cstheme="minorBidi"/>
          <w:kern w:val="0"/>
          <w:sz w:val="22"/>
          <w:szCs w:val="22"/>
        </w:rPr>
      </w:pPr>
      <w:hyperlink w:anchor="_Toc69280262" w:history="1">
        <w:r w:rsidR="005945D3" w:rsidRPr="00F5010B">
          <w:rPr>
            <w:rStyle w:val="Lienhypertexte"/>
          </w:rPr>
          <w:t>article 5 - description de l’Offre</w:t>
        </w:r>
        <w:r w:rsidR="005945D3">
          <w:rPr>
            <w:webHidden/>
          </w:rPr>
          <w:tab/>
        </w:r>
        <w:r w:rsidR="005945D3">
          <w:rPr>
            <w:webHidden/>
          </w:rPr>
          <w:fldChar w:fldCharType="begin"/>
        </w:r>
        <w:r w:rsidR="005945D3">
          <w:rPr>
            <w:webHidden/>
          </w:rPr>
          <w:instrText xml:space="preserve"> PAGEREF _Toc69280262 \h </w:instrText>
        </w:r>
        <w:r w:rsidR="005945D3">
          <w:rPr>
            <w:webHidden/>
          </w:rPr>
        </w:r>
        <w:r w:rsidR="005945D3">
          <w:rPr>
            <w:webHidden/>
          </w:rPr>
          <w:fldChar w:fldCharType="separate"/>
        </w:r>
        <w:r w:rsidR="005945D3">
          <w:rPr>
            <w:webHidden/>
          </w:rPr>
          <w:t>6</w:t>
        </w:r>
        <w:r w:rsidR="005945D3">
          <w:rPr>
            <w:webHidden/>
          </w:rPr>
          <w:fldChar w:fldCharType="end"/>
        </w:r>
      </w:hyperlink>
    </w:p>
    <w:p w14:paraId="3C2A9A3D" w14:textId="77777777" w:rsidR="005945D3" w:rsidRDefault="00DC6284" w:rsidP="001F5BA7">
      <w:pPr>
        <w:pStyle w:val="TM1"/>
        <w:rPr>
          <w:rFonts w:asciiTheme="minorHAnsi" w:eastAsiaTheme="minorEastAsia" w:hAnsiTheme="minorHAnsi" w:cstheme="minorBidi"/>
          <w:kern w:val="0"/>
          <w:sz w:val="22"/>
          <w:szCs w:val="22"/>
        </w:rPr>
      </w:pPr>
      <w:hyperlink w:anchor="_Toc69280263" w:history="1">
        <w:r w:rsidR="005945D3" w:rsidRPr="00F5010B">
          <w:rPr>
            <w:rStyle w:val="Lienhypertexte"/>
          </w:rPr>
          <w:t>article 6 - processus de commande de l’Offre</w:t>
        </w:r>
        <w:r w:rsidR="005945D3">
          <w:rPr>
            <w:webHidden/>
          </w:rPr>
          <w:tab/>
        </w:r>
        <w:r w:rsidR="005945D3">
          <w:rPr>
            <w:webHidden/>
          </w:rPr>
          <w:fldChar w:fldCharType="begin"/>
        </w:r>
        <w:r w:rsidR="005945D3">
          <w:rPr>
            <w:webHidden/>
          </w:rPr>
          <w:instrText xml:space="preserve"> PAGEREF _Toc69280263 \h </w:instrText>
        </w:r>
        <w:r w:rsidR="005945D3">
          <w:rPr>
            <w:webHidden/>
          </w:rPr>
        </w:r>
        <w:r w:rsidR="005945D3">
          <w:rPr>
            <w:webHidden/>
          </w:rPr>
          <w:fldChar w:fldCharType="separate"/>
        </w:r>
        <w:r w:rsidR="005945D3">
          <w:rPr>
            <w:webHidden/>
          </w:rPr>
          <w:t>6</w:t>
        </w:r>
        <w:r w:rsidR="005945D3">
          <w:rPr>
            <w:webHidden/>
          </w:rPr>
          <w:fldChar w:fldCharType="end"/>
        </w:r>
      </w:hyperlink>
    </w:p>
    <w:p w14:paraId="496BECC7"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64" w:history="1">
        <w:r w:rsidR="005945D3" w:rsidRPr="00F5010B">
          <w:rPr>
            <w:rStyle w:val="Lienhypertexte"/>
            <w:rFonts w:cs="Arial"/>
            <w:bCs/>
            <w:iCs/>
            <w:noProof/>
          </w:rPr>
          <w:t>6.1 prérequis</w:t>
        </w:r>
        <w:r w:rsidR="005945D3">
          <w:rPr>
            <w:noProof/>
            <w:webHidden/>
          </w:rPr>
          <w:tab/>
        </w:r>
        <w:r w:rsidR="005945D3">
          <w:rPr>
            <w:noProof/>
            <w:webHidden/>
          </w:rPr>
          <w:fldChar w:fldCharType="begin"/>
        </w:r>
        <w:r w:rsidR="005945D3">
          <w:rPr>
            <w:noProof/>
            <w:webHidden/>
          </w:rPr>
          <w:instrText xml:space="preserve"> PAGEREF _Toc69280264 \h </w:instrText>
        </w:r>
        <w:r w:rsidR="005945D3">
          <w:rPr>
            <w:noProof/>
            <w:webHidden/>
          </w:rPr>
        </w:r>
        <w:r w:rsidR="005945D3">
          <w:rPr>
            <w:noProof/>
            <w:webHidden/>
          </w:rPr>
          <w:fldChar w:fldCharType="separate"/>
        </w:r>
        <w:r w:rsidR="005945D3">
          <w:rPr>
            <w:noProof/>
            <w:webHidden/>
          </w:rPr>
          <w:t>6</w:t>
        </w:r>
        <w:r w:rsidR="005945D3">
          <w:rPr>
            <w:noProof/>
            <w:webHidden/>
          </w:rPr>
          <w:fldChar w:fldCharType="end"/>
        </w:r>
      </w:hyperlink>
    </w:p>
    <w:p w14:paraId="4C67673B"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65" w:history="1">
        <w:r w:rsidR="005945D3" w:rsidRPr="00F5010B">
          <w:rPr>
            <w:rStyle w:val="Lienhypertexte"/>
            <w:rFonts w:cs="Arial"/>
            <w:bCs/>
            <w:iCs/>
            <w:noProof/>
          </w:rPr>
          <w:t>6.2 prévisions de commande</w:t>
        </w:r>
        <w:r w:rsidR="005945D3">
          <w:rPr>
            <w:noProof/>
            <w:webHidden/>
          </w:rPr>
          <w:tab/>
        </w:r>
        <w:r w:rsidR="005945D3">
          <w:rPr>
            <w:noProof/>
            <w:webHidden/>
          </w:rPr>
          <w:fldChar w:fldCharType="begin"/>
        </w:r>
        <w:r w:rsidR="005945D3">
          <w:rPr>
            <w:noProof/>
            <w:webHidden/>
          </w:rPr>
          <w:instrText xml:space="preserve"> PAGEREF _Toc69280265 \h </w:instrText>
        </w:r>
        <w:r w:rsidR="005945D3">
          <w:rPr>
            <w:noProof/>
            <w:webHidden/>
          </w:rPr>
        </w:r>
        <w:r w:rsidR="005945D3">
          <w:rPr>
            <w:noProof/>
            <w:webHidden/>
          </w:rPr>
          <w:fldChar w:fldCharType="separate"/>
        </w:r>
        <w:r w:rsidR="005945D3">
          <w:rPr>
            <w:noProof/>
            <w:webHidden/>
          </w:rPr>
          <w:t>7</w:t>
        </w:r>
        <w:r w:rsidR="005945D3">
          <w:rPr>
            <w:noProof/>
            <w:webHidden/>
          </w:rPr>
          <w:fldChar w:fldCharType="end"/>
        </w:r>
      </w:hyperlink>
    </w:p>
    <w:p w14:paraId="35F03394"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66" w:history="1">
        <w:r w:rsidR="005945D3" w:rsidRPr="00F5010B">
          <w:rPr>
            <w:rStyle w:val="Lienhypertexte"/>
            <w:rFonts w:cs="Arial"/>
            <w:bCs/>
            <w:iCs/>
            <w:noProof/>
          </w:rPr>
          <w:t>6.3 commande</w:t>
        </w:r>
        <w:r w:rsidR="005945D3">
          <w:rPr>
            <w:noProof/>
            <w:webHidden/>
          </w:rPr>
          <w:tab/>
        </w:r>
        <w:r w:rsidR="005945D3">
          <w:rPr>
            <w:noProof/>
            <w:webHidden/>
          </w:rPr>
          <w:fldChar w:fldCharType="begin"/>
        </w:r>
        <w:r w:rsidR="005945D3">
          <w:rPr>
            <w:noProof/>
            <w:webHidden/>
          </w:rPr>
          <w:instrText xml:space="preserve"> PAGEREF _Toc69280266 \h </w:instrText>
        </w:r>
        <w:r w:rsidR="005945D3">
          <w:rPr>
            <w:noProof/>
            <w:webHidden/>
          </w:rPr>
        </w:r>
        <w:r w:rsidR="005945D3">
          <w:rPr>
            <w:noProof/>
            <w:webHidden/>
          </w:rPr>
          <w:fldChar w:fldCharType="separate"/>
        </w:r>
        <w:r w:rsidR="005945D3">
          <w:rPr>
            <w:noProof/>
            <w:webHidden/>
          </w:rPr>
          <w:t>7</w:t>
        </w:r>
        <w:r w:rsidR="005945D3">
          <w:rPr>
            <w:noProof/>
            <w:webHidden/>
          </w:rPr>
          <w:fldChar w:fldCharType="end"/>
        </w:r>
      </w:hyperlink>
    </w:p>
    <w:p w14:paraId="5AF772E1" w14:textId="77777777" w:rsidR="005945D3" w:rsidRDefault="00DC6284" w:rsidP="001F5BA7">
      <w:pPr>
        <w:pStyle w:val="TM1"/>
        <w:rPr>
          <w:rFonts w:asciiTheme="minorHAnsi" w:eastAsiaTheme="minorEastAsia" w:hAnsiTheme="minorHAnsi" w:cstheme="minorBidi"/>
          <w:kern w:val="0"/>
          <w:sz w:val="22"/>
          <w:szCs w:val="22"/>
        </w:rPr>
      </w:pPr>
      <w:hyperlink w:anchor="_Toc69280267" w:history="1">
        <w:r w:rsidR="005945D3" w:rsidRPr="00F5010B">
          <w:rPr>
            <w:rStyle w:val="Lienhypertexte"/>
          </w:rPr>
          <w:t>article 7 - mise à disposition de l’Offre</w:t>
        </w:r>
        <w:r w:rsidR="005945D3">
          <w:rPr>
            <w:webHidden/>
          </w:rPr>
          <w:tab/>
        </w:r>
        <w:r w:rsidR="005945D3">
          <w:rPr>
            <w:webHidden/>
          </w:rPr>
          <w:fldChar w:fldCharType="begin"/>
        </w:r>
        <w:r w:rsidR="005945D3">
          <w:rPr>
            <w:webHidden/>
          </w:rPr>
          <w:instrText xml:space="preserve"> PAGEREF _Toc69280267 \h </w:instrText>
        </w:r>
        <w:r w:rsidR="005945D3">
          <w:rPr>
            <w:webHidden/>
          </w:rPr>
        </w:r>
        <w:r w:rsidR="005945D3">
          <w:rPr>
            <w:webHidden/>
          </w:rPr>
          <w:fldChar w:fldCharType="separate"/>
        </w:r>
        <w:r w:rsidR="005945D3">
          <w:rPr>
            <w:webHidden/>
          </w:rPr>
          <w:t>7</w:t>
        </w:r>
        <w:r w:rsidR="005945D3">
          <w:rPr>
            <w:webHidden/>
          </w:rPr>
          <w:fldChar w:fldCharType="end"/>
        </w:r>
      </w:hyperlink>
    </w:p>
    <w:p w14:paraId="61FF11D4"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68" w:history="1">
        <w:r w:rsidR="005945D3" w:rsidRPr="00F5010B">
          <w:rPr>
            <w:rStyle w:val="Lienhypertexte"/>
            <w:rFonts w:cs="Arial"/>
            <w:bCs/>
            <w:iCs/>
            <w:noProof/>
          </w:rPr>
          <w:t>7.1 mise à disposition d’un Accès FTTE passif PM</w:t>
        </w:r>
        <w:r w:rsidR="005945D3">
          <w:rPr>
            <w:noProof/>
            <w:webHidden/>
          </w:rPr>
          <w:tab/>
        </w:r>
        <w:r w:rsidR="005945D3">
          <w:rPr>
            <w:noProof/>
            <w:webHidden/>
          </w:rPr>
          <w:fldChar w:fldCharType="begin"/>
        </w:r>
        <w:r w:rsidR="005945D3">
          <w:rPr>
            <w:noProof/>
            <w:webHidden/>
          </w:rPr>
          <w:instrText xml:space="preserve"> PAGEREF _Toc69280268 \h </w:instrText>
        </w:r>
        <w:r w:rsidR="005945D3">
          <w:rPr>
            <w:noProof/>
            <w:webHidden/>
          </w:rPr>
        </w:r>
        <w:r w:rsidR="005945D3">
          <w:rPr>
            <w:noProof/>
            <w:webHidden/>
          </w:rPr>
          <w:fldChar w:fldCharType="separate"/>
        </w:r>
        <w:r w:rsidR="005945D3">
          <w:rPr>
            <w:noProof/>
            <w:webHidden/>
          </w:rPr>
          <w:t>8</w:t>
        </w:r>
        <w:r w:rsidR="005945D3">
          <w:rPr>
            <w:noProof/>
            <w:webHidden/>
          </w:rPr>
          <w:fldChar w:fldCharType="end"/>
        </w:r>
      </w:hyperlink>
    </w:p>
    <w:p w14:paraId="115BE808" w14:textId="77777777" w:rsidR="005945D3" w:rsidRDefault="00DC6284">
      <w:pPr>
        <w:pStyle w:val="TM3"/>
        <w:tabs>
          <w:tab w:val="right" w:leader="dot" w:pos="9854"/>
        </w:tabs>
        <w:rPr>
          <w:rFonts w:asciiTheme="minorHAnsi" w:eastAsiaTheme="minorEastAsia" w:hAnsiTheme="minorHAnsi" w:cstheme="minorBidi"/>
          <w:i w:val="0"/>
          <w:iCs w:val="0"/>
          <w:noProof/>
          <w:sz w:val="22"/>
          <w:szCs w:val="22"/>
        </w:rPr>
      </w:pPr>
      <w:hyperlink w:anchor="_Toc69280269" w:history="1">
        <w:r w:rsidR="005945D3" w:rsidRPr="00F5010B">
          <w:rPr>
            <w:rStyle w:val="Lienhypertexte"/>
            <w:noProof/>
          </w:rPr>
          <w:t>7.1.1 câblage interne sur site Client Final</w:t>
        </w:r>
        <w:r w:rsidR="005945D3">
          <w:rPr>
            <w:noProof/>
            <w:webHidden/>
          </w:rPr>
          <w:tab/>
        </w:r>
        <w:r w:rsidR="005945D3">
          <w:rPr>
            <w:noProof/>
            <w:webHidden/>
          </w:rPr>
          <w:fldChar w:fldCharType="begin"/>
        </w:r>
        <w:r w:rsidR="005945D3">
          <w:rPr>
            <w:noProof/>
            <w:webHidden/>
          </w:rPr>
          <w:instrText xml:space="preserve"> PAGEREF _Toc69280269 \h </w:instrText>
        </w:r>
        <w:r w:rsidR="005945D3">
          <w:rPr>
            <w:noProof/>
            <w:webHidden/>
          </w:rPr>
        </w:r>
        <w:r w:rsidR="005945D3">
          <w:rPr>
            <w:noProof/>
            <w:webHidden/>
          </w:rPr>
          <w:fldChar w:fldCharType="separate"/>
        </w:r>
        <w:r w:rsidR="005945D3">
          <w:rPr>
            <w:noProof/>
            <w:webHidden/>
          </w:rPr>
          <w:t>8</w:t>
        </w:r>
        <w:r w:rsidR="005945D3">
          <w:rPr>
            <w:noProof/>
            <w:webHidden/>
          </w:rPr>
          <w:fldChar w:fldCharType="end"/>
        </w:r>
      </w:hyperlink>
    </w:p>
    <w:p w14:paraId="0DE1319B" w14:textId="77777777" w:rsidR="005945D3" w:rsidRDefault="00DC6284">
      <w:pPr>
        <w:pStyle w:val="TM3"/>
        <w:tabs>
          <w:tab w:val="right" w:leader="dot" w:pos="9854"/>
        </w:tabs>
        <w:rPr>
          <w:rFonts w:asciiTheme="minorHAnsi" w:eastAsiaTheme="minorEastAsia" w:hAnsiTheme="minorHAnsi" w:cstheme="minorBidi"/>
          <w:i w:val="0"/>
          <w:iCs w:val="0"/>
          <w:noProof/>
          <w:sz w:val="22"/>
          <w:szCs w:val="22"/>
        </w:rPr>
      </w:pPr>
      <w:hyperlink w:anchor="_Toc69280270" w:history="1">
        <w:r w:rsidR="005945D3" w:rsidRPr="00F5010B">
          <w:rPr>
            <w:rStyle w:val="Lienhypertexte"/>
            <w:noProof/>
          </w:rPr>
          <w:t>7.1.2 délai de mise à disposition d’un Accès FTTE passif PM</w:t>
        </w:r>
        <w:r w:rsidR="005945D3">
          <w:rPr>
            <w:noProof/>
            <w:webHidden/>
          </w:rPr>
          <w:tab/>
        </w:r>
        <w:r w:rsidR="005945D3">
          <w:rPr>
            <w:noProof/>
            <w:webHidden/>
          </w:rPr>
          <w:fldChar w:fldCharType="begin"/>
        </w:r>
        <w:r w:rsidR="005945D3">
          <w:rPr>
            <w:noProof/>
            <w:webHidden/>
          </w:rPr>
          <w:instrText xml:space="preserve"> PAGEREF _Toc69280270 \h </w:instrText>
        </w:r>
        <w:r w:rsidR="005945D3">
          <w:rPr>
            <w:noProof/>
            <w:webHidden/>
          </w:rPr>
        </w:r>
        <w:r w:rsidR="005945D3">
          <w:rPr>
            <w:noProof/>
            <w:webHidden/>
          </w:rPr>
          <w:fldChar w:fldCharType="separate"/>
        </w:r>
        <w:r w:rsidR="005945D3">
          <w:rPr>
            <w:noProof/>
            <w:webHidden/>
          </w:rPr>
          <w:t>8</w:t>
        </w:r>
        <w:r w:rsidR="005945D3">
          <w:rPr>
            <w:noProof/>
            <w:webHidden/>
          </w:rPr>
          <w:fldChar w:fldCharType="end"/>
        </w:r>
      </w:hyperlink>
    </w:p>
    <w:p w14:paraId="1338D1B7" w14:textId="77777777" w:rsidR="005945D3" w:rsidRDefault="00DC6284">
      <w:pPr>
        <w:pStyle w:val="TM3"/>
        <w:tabs>
          <w:tab w:val="right" w:leader="dot" w:pos="9854"/>
        </w:tabs>
        <w:rPr>
          <w:rFonts w:asciiTheme="minorHAnsi" w:eastAsiaTheme="minorEastAsia" w:hAnsiTheme="minorHAnsi" w:cstheme="minorBidi"/>
          <w:i w:val="0"/>
          <w:iCs w:val="0"/>
          <w:noProof/>
          <w:sz w:val="22"/>
          <w:szCs w:val="22"/>
        </w:rPr>
      </w:pPr>
      <w:hyperlink w:anchor="_Toc69280271" w:history="1">
        <w:r w:rsidR="005945D3" w:rsidRPr="00F5010B">
          <w:rPr>
            <w:rStyle w:val="Lienhypertexte"/>
            <w:noProof/>
          </w:rPr>
          <w:t>7.1.3 retard de mise à disposition des Accès</w:t>
        </w:r>
        <w:r w:rsidR="005945D3">
          <w:rPr>
            <w:noProof/>
            <w:webHidden/>
          </w:rPr>
          <w:tab/>
        </w:r>
        <w:r w:rsidR="005945D3">
          <w:rPr>
            <w:noProof/>
            <w:webHidden/>
          </w:rPr>
          <w:fldChar w:fldCharType="begin"/>
        </w:r>
        <w:r w:rsidR="005945D3">
          <w:rPr>
            <w:noProof/>
            <w:webHidden/>
          </w:rPr>
          <w:instrText xml:space="preserve"> PAGEREF _Toc69280271 \h </w:instrText>
        </w:r>
        <w:r w:rsidR="005945D3">
          <w:rPr>
            <w:noProof/>
            <w:webHidden/>
          </w:rPr>
        </w:r>
        <w:r w:rsidR="005945D3">
          <w:rPr>
            <w:noProof/>
            <w:webHidden/>
          </w:rPr>
          <w:fldChar w:fldCharType="separate"/>
        </w:r>
        <w:r w:rsidR="005945D3">
          <w:rPr>
            <w:noProof/>
            <w:webHidden/>
          </w:rPr>
          <w:t>9</w:t>
        </w:r>
        <w:r w:rsidR="005945D3">
          <w:rPr>
            <w:noProof/>
            <w:webHidden/>
          </w:rPr>
          <w:fldChar w:fldCharType="end"/>
        </w:r>
      </w:hyperlink>
    </w:p>
    <w:p w14:paraId="05D21B1F" w14:textId="77777777" w:rsidR="005945D3" w:rsidRDefault="00DC6284">
      <w:pPr>
        <w:pStyle w:val="TM3"/>
        <w:tabs>
          <w:tab w:val="right" w:leader="dot" w:pos="9854"/>
        </w:tabs>
        <w:rPr>
          <w:rFonts w:asciiTheme="minorHAnsi" w:eastAsiaTheme="minorEastAsia" w:hAnsiTheme="minorHAnsi" w:cstheme="minorBidi"/>
          <w:i w:val="0"/>
          <w:iCs w:val="0"/>
          <w:noProof/>
          <w:sz w:val="22"/>
          <w:szCs w:val="22"/>
        </w:rPr>
      </w:pPr>
      <w:hyperlink w:anchor="_Toc69280272" w:history="1">
        <w:r w:rsidR="005945D3" w:rsidRPr="00F5010B">
          <w:rPr>
            <w:rStyle w:val="Lienhypertexte"/>
            <w:noProof/>
          </w:rPr>
          <w:t>7.1.4 processus de livraison des Accès</w:t>
        </w:r>
        <w:r w:rsidR="005945D3">
          <w:rPr>
            <w:noProof/>
            <w:webHidden/>
          </w:rPr>
          <w:tab/>
        </w:r>
        <w:r w:rsidR="005945D3">
          <w:rPr>
            <w:noProof/>
            <w:webHidden/>
          </w:rPr>
          <w:fldChar w:fldCharType="begin"/>
        </w:r>
        <w:r w:rsidR="005945D3">
          <w:rPr>
            <w:noProof/>
            <w:webHidden/>
          </w:rPr>
          <w:instrText xml:space="preserve"> PAGEREF _Toc69280272 \h </w:instrText>
        </w:r>
        <w:r w:rsidR="005945D3">
          <w:rPr>
            <w:noProof/>
            <w:webHidden/>
          </w:rPr>
        </w:r>
        <w:r w:rsidR="005945D3">
          <w:rPr>
            <w:noProof/>
            <w:webHidden/>
          </w:rPr>
          <w:fldChar w:fldCharType="separate"/>
        </w:r>
        <w:r w:rsidR="005945D3">
          <w:rPr>
            <w:noProof/>
            <w:webHidden/>
          </w:rPr>
          <w:t>10</w:t>
        </w:r>
        <w:r w:rsidR="005945D3">
          <w:rPr>
            <w:noProof/>
            <w:webHidden/>
          </w:rPr>
          <w:fldChar w:fldCharType="end"/>
        </w:r>
      </w:hyperlink>
    </w:p>
    <w:p w14:paraId="68672C3B" w14:textId="77777777" w:rsidR="005945D3" w:rsidRDefault="00DC6284">
      <w:pPr>
        <w:pStyle w:val="TM3"/>
        <w:tabs>
          <w:tab w:val="right" w:leader="dot" w:pos="9854"/>
        </w:tabs>
        <w:rPr>
          <w:rFonts w:asciiTheme="minorHAnsi" w:eastAsiaTheme="minorEastAsia" w:hAnsiTheme="minorHAnsi" w:cstheme="minorBidi"/>
          <w:i w:val="0"/>
          <w:iCs w:val="0"/>
          <w:noProof/>
          <w:sz w:val="22"/>
          <w:szCs w:val="22"/>
        </w:rPr>
      </w:pPr>
      <w:hyperlink w:anchor="_Toc69280273" w:history="1">
        <w:r w:rsidR="005945D3" w:rsidRPr="00F5010B">
          <w:rPr>
            <w:rStyle w:val="Lienhypertexte"/>
            <w:noProof/>
          </w:rPr>
          <w:t>7.1.5 mise à disposition avec Difficulté Exceptionnelle de Construction</w:t>
        </w:r>
        <w:r w:rsidR="005945D3">
          <w:rPr>
            <w:noProof/>
            <w:webHidden/>
          </w:rPr>
          <w:tab/>
        </w:r>
        <w:r w:rsidR="005945D3">
          <w:rPr>
            <w:noProof/>
            <w:webHidden/>
          </w:rPr>
          <w:fldChar w:fldCharType="begin"/>
        </w:r>
        <w:r w:rsidR="005945D3">
          <w:rPr>
            <w:noProof/>
            <w:webHidden/>
          </w:rPr>
          <w:instrText xml:space="preserve"> PAGEREF _Toc69280273 \h </w:instrText>
        </w:r>
        <w:r w:rsidR="005945D3">
          <w:rPr>
            <w:noProof/>
            <w:webHidden/>
          </w:rPr>
        </w:r>
        <w:r w:rsidR="005945D3">
          <w:rPr>
            <w:noProof/>
            <w:webHidden/>
          </w:rPr>
          <w:fldChar w:fldCharType="separate"/>
        </w:r>
        <w:r w:rsidR="005945D3">
          <w:rPr>
            <w:noProof/>
            <w:webHidden/>
          </w:rPr>
          <w:t>11</w:t>
        </w:r>
        <w:r w:rsidR="005945D3">
          <w:rPr>
            <w:noProof/>
            <w:webHidden/>
          </w:rPr>
          <w:fldChar w:fldCharType="end"/>
        </w:r>
      </w:hyperlink>
    </w:p>
    <w:p w14:paraId="5918C792" w14:textId="77777777" w:rsidR="005945D3" w:rsidRDefault="00DC6284" w:rsidP="001F5BA7">
      <w:pPr>
        <w:pStyle w:val="TM1"/>
        <w:rPr>
          <w:rFonts w:asciiTheme="minorHAnsi" w:eastAsiaTheme="minorEastAsia" w:hAnsiTheme="minorHAnsi" w:cstheme="minorBidi"/>
          <w:kern w:val="0"/>
          <w:sz w:val="22"/>
          <w:szCs w:val="22"/>
        </w:rPr>
      </w:pPr>
      <w:hyperlink w:anchor="_Toc69280274" w:history="1">
        <w:r w:rsidR="005945D3" w:rsidRPr="00F5010B">
          <w:rPr>
            <w:rStyle w:val="Lienhypertexte"/>
          </w:rPr>
          <w:t>article 8 - service après-vente</w:t>
        </w:r>
        <w:r w:rsidR="005945D3">
          <w:rPr>
            <w:webHidden/>
          </w:rPr>
          <w:tab/>
        </w:r>
        <w:r w:rsidR="005945D3">
          <w:rPr>
            <w:webHidden/>
          </w:rPr>
          <w:fldChar w:fldCharType="begin"/>
        </w:r>
        <w:r w:rsidR="005945D3">
          <w:rPr>
            <w:webHidden/>
          </w:rPr>
          <w:instrText xml:space="preserve"> PAGEREF _Toc69280274 \h </w:instrText>
        </w:r>
        <w:r w:rsidR="005945D3">
          <w:rPr>
            <w:webHidden/>
          </w:rPr>
        </w:r>
        <w:r w:rsidR="005945D3">
          <w:rPr>
            <w:webHidden/>
          </w:rPr>
          <w:fldChar w:fldCharType="separate"/>
        </w:r>
        <w:r w:rsidR="005945D3">
          <w:rPr>
            <w:webHidden/>
          </w:rPr>
          <w:t>11</w:t>
        </w:r>
        <w:r w:rsidR="005945D3">
          <w:rPr>
            <w:webHidden/>
          </w:rPr>
          <w:fldChar w:fldCharType="end"/>
        </w:r>
      </w:hyperlink>
    </w:p>
    <w:p w14:paraId="26AD1AB6"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75" w:history="1">
        <w:r w:rsidR="005945D3" w:rsidRPr="00F5010B">
          <w:rPr>
            <w:rStyle w:val="Lienhypertexte"/>
            <w:rFonts w:cs="Arial"/>
            <w:bCs/>
            <w:iCs/>
            <w:noProof/>
          </w:rPr>
          <w:t>8.1 guichet unique après-vente</w:t>
        </w:r>
        <w:r w:rsidR="005945D3">
          <w:rPr>
            <w:noProof/>
            <w:webHidden/>
          </w:rPr>
          <w:tab/>
        </w:r>
        <w:r w:rsidR="005945D3">
          <w:rPr>
            <w:noProof/>
            <w:webHidden/>
          </w:rPr>
          <w:fldChar w:fldCharType="begin"/>
        </w:r>
        <w:r w:rsidR="005945D3">
          <w:rPr>
            <w:noProof/>
            <w:webHidden/>
          </w:rPr>
          <w:instrText xml:space="preserve"> PAGEREF _Toc69280275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59E67675"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76" w:history="1">
        <w:r w:rsidR="005945D3" w:rsidRPr="00F5010B">
          <w:rPr>
            <w:rStyle w:val="Lienhypertexte"/>
            <w:rFonts w:cs="Arial"/>
            <w:bCs/>
            <w:iCs/>
            <w:noProof/>
          </w:rPr>
          <w:t>8.2 délais de rétablissement standard d’un Accès (GTR 4H S2)</w:t>
        </w:r>
        <w:r w:rsidR="005945D3">
          <w:rPr>
            <w:noProof/>
            <w:webHidden/>
          </w:rPr>
          <w:tab/>
        </w:r>
        <w:r w:rsidR="005945D3">
          <w:rPr>
            <w:noProof/>
            <w:webHidden/>
          </w:rPr>
          <w:fldChar w:fldCharType="begin"/>
        </w:r>
        <w:r w:rsidR="005945D3">
          <w:rPr>
            <w:noProof/>
            <w:webHidden/>
          </w:rPr>
          <w:instrText xml:space="preserve"> PAGEREF _Toc69280276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795B4523"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77" w:history="1">
        <w:r w:rsidR="005945D3" w:rsidRPr="00F5010B">
          <w:rPr>
            <w:rStyle w:val="Lienhypertexte"/>
            <w:rFonts w:cs="Arial"/>
            <w:bCs/>
            <w:iCs/>
            <w:noProof/>
          </w:rPr>
          <w:t>8.3 disponibilité annuelle standard d’un Accès</w:t>
        </w:r>
        <w:r w:rsidR="005945D3">
          <w:rPr>
            <w:noProof/>
            <w:webHidden/>
          </w:rPr>
          <w:tab/>
        </w:r>
        <w:r w:rsidR="005945D3">
          <w:rPr>
            <w:noProof/>
            <w:webHidden/>
          </w:rPr>
          <w:fldChar w:fldCharType="begin"/>
        </w:r>
        <w:r w:rsidR="005945D3">
          <w:rPr>
            <w:noProof/>
            <w:webHidden/>
          </w:rPr>
          <w:instrText xml:space="preserve"> PAGEREF _Toc69280277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3D78395D"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78" w:history="1">
        <w:r w:rsidR="005945D3" w:rsidRPr="00F5010B">
          <w:rPr>
            <w:rStyle w:val="Lienhypertexte"/>
            <w:rFonts w:cs="Arial"/>
            <w:bCs/>
            <w:iCs/>
            <w:noProof/>
          </w:rPr>
          <w:t>8.4 option de Garantie de Temps de Rétablissement S1 d’un Accès (GTR 4H S1)</w:t>
        </w:r>
        <w:r w:rsidR="005945D3">
          <w:rPr>
            <w:noProof/>
            <w:webHidden/>
          </w:rPr>
          <w:tab/>
        </w:r>
        <w:r w:rsidR="005945D3">
          <w:rPr>
            <w:noProof/>
            <w:webHidden/>
          </w:rPr>
          <w:fldChar w:fldCharType="begin"/>
        </w:r>
        <w:r w:rsidR="005945D3">
          <w:rPr>
            <w:noProof/>
            <w:webHidden/>
          </w:rPr>
          <w:instrText xml:space="preserve"> PAGEREF _Toc69280278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483D831F" w14:textId="4D77A95C"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79" w:history="1">
        <w:r w:rsidR="005945D3" w:rsidRPr="00F5010B">
          <w:rPr>
            <w:rStyle w:val="Lienhypertexte"/>
            <w:rFonts w:cs="Arial"/>
            <w:bCs/>
            <w:iCs/>
            <w:noProof/>
          </w:rPr>
          <w:t xml:space="preserve">8.5 conditions requises pour la mise en œuvre des engagements de </w:t>
        </w:r>
        <w:r w:rsidR="0081124F">
          <w:rPr>
            <w:rStyle w:val="Lienhypertexte"/>
            <w:rFonts w:cs="Arial"/>
            <w:bCs/>
            <w:iCs/>
            <w:noProof/>
          </w:rPr>
          <w:t>LAVAL TRÈS HAUT DÉBIT</w:t>
        </w:r>
        <w:r w:rsidR="005945D3">
          <w:rPr>
            <w:noProof/>
            <w:webHidden/>
          </w:rPr>
          <w:tab/>
        </w:r>
        <w:r w:rsidR="005945D3">
          <w:rPr>
            <w:noProof/>
            <w:webHidden/>
          </w:rPr>
          <w:fldChar w:fldCharType="begin"/>
        </w:r>
        <w:r w:rsidR="005945D3">
          <w:rPr>
            <w:noProof/>
            <w:webHidden/>
          </w:rPr>
          <w:instrText xml:space="preserve"> PAGEREF _Toc69280279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7ADC0A09" w14:textId="2AD116F4"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80" w:history="1">
        <w:r w:rsidR="005945D3" w:rsidRPr="00F5010B">
          <w:rPr>
            <w:rStyle w:val="Lienhypertexte"/>
            <w:rFonts w:cs="Arial"/>
            <w:bCs/>
            <w:iCs/>
            <w:noProof/>
          </w:rPr>
          <w:t xml:space="preserve">8.6 pénalités à la charge de </w:t>
        </w:r>
        <w:r w:rsidR="0081124F">
          <w:rPr>
            <w:rStyle w:val="Lienhypertexte"/>
            <w:rFonts w:cs="Arial"/>
            <w:bCs/>
            <w:iCs/>
            <w:noProof/>
          </w:rPr>
          <w:t>LAVAL TRÈS HAUT DÉBIT</w:t>
        </w:r>
        <w:r w:rsidR="005945D3">
          <w:rPr>
            <w:noProof/>
            <w:webHidden/>
          </w:rPr>
          <w:tab/>
        </w:r>
        <w:r w:rsidR="005945D3">
          <w:rPr>
            <w:noProof/>
            <w:webHidden/>
          </w:rPr>
          <w:fldChar w:fldCharType="begin"/>
        </w:r>
        <w:r w:rsidR="005945D3">
          <w:rPr>
            <w:noProof/>
            <w:webHidden/>
          </w:rPr>
          <w:instrText xml:space="preserve"> PAGEREF _Toc69280280 \h </w:instrText>
        </w:r>
        <w:r w:rsidR="005945D3">
          <w:rPr>
            <w:noProof/>
            <w:webHidden/>
          </w:rPr>
        </w:r>
        <w:r w:rsidR="005945D3">
          <w:rPr>
            <w:noProof/>
            <w:webHidden/>
          </w:rPr>
          <w:fldChar w:fldCharType="separate"/>
        </w:r>
        <w:r w:rsidR="005945D3">
          <w:rPr>
            <w:noProof/>
            <w:webHidden/>
          </w:rPr>
          <w:t>13</w:t>
        </w:r>
        <w:r w:rsidR="005945D3">
          <w:rPr>
            <w:noProof/>
            <w:webHidden/>
          </w:rPr>
          <w:fldChar w:fldCharType="end"/>
        </w:r>
      </w:hyperlink>
    </w:p>
    <w:p w14:paraId="6679E9F0" w14:textId="77777777" w:rsidR="005945D3" w:rsidRDefault="00DC6284" w:rsidP="001F5BA7">
      <w:pPr>
        <w:pStyle w:val="TM1"/>
        <w:rPr>
          <w:rFonts w:asciiTheme="minorHAnsi" w:eastAsiaTheme="minorEastAsia" w:hAnsiTheme="minorHAnsi" w:cstheme="minorBidi"/>
          <w:kern w:val="0"/>
          <w:sz w:val="22"/>
          <w:szCs w:val="22"/>
        </w:rPr>
      </w:pPr>
      <w:hyperlink w:anchor="_Toc69280281" w:history="1">
        <w:r w:rsidR="005945D3" w:rsidRPr="00F5010B">
          <w:rPr>
            <w:rStyle w:val="Lienhypertexte"/>
          </w:rPr>
          <w:t>article 9 - modifications de l’Offre</w:t>
        </w:r>
        <w:r w:rsidR="005945D3">
          <w:rPr>
            <w:webHidden/>
          </w:rPr>
          <w:tab/>
        </w:r>
        <w:r w:rsidR="005945D3">
          <w:rPr>
            <w:webHidden/>
          </w:rPr>
          <w:fldChar w:fldCharType="begin"/>
        </w:r>
        <w:r w:rsidR="005945D3">
          <w:rPr>
            <w:webHidden/>
          </w:rPr>
          <w:instrText xml:space="preserve"> PAGEREF _Toc69280281 \h </w:instrText>
        </w:r>
        <w:r w:rsidR="005945D3">
          <w:rPr>
            <w:webHidden/>
          </w:rPr>
        </w:r>
        <w:r w:rsidR="005945D3">
          <w:rPr>
            <w:webHidden/>
          </w:rPr>
          <w:fldChar w:fldCharType="separate"/>
        </w:r>
        <w:r w:rsidR="005945D3">
          <w:rPr>
            <w:webHidden/>
          </w:rPr>
          <w:t>14</w:t>
        </w:r>
        <w:r w:rsidR="005945D3">
          <w:rPr>
            <w:webHidden/>
          </w:rPr>
          <w:fldChar w:fldCharType="end"/>
        </w:r>
      </w:hyperlink>
    </w:p>
    <w:p w14:paraId="6E1080F7"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82" w:history="1">
        <w:r w:rsidR="005945D3" w:rsidRPr="00F5010B">
          <w:rPr>
            <w:rStyle w:val="Lienhypertexte"/>
            <w:rFonts w:cs="Arial"/>
            <w:bCs/>
            <w:iCs/>
            <w:noProof/>
          </w:rPr>
          <w:t>9.1 cas particulier du déménagement du site Client Final</w:t>
        </w:r>
        <w:r w:rsidR="005945D3">
          <w:rPr>
            <w:noProof/>
            <w:webHidden/>
          </w:rPr>
          <w:tab/>
        </w:r>
        <w:r w:rsidR="005945D3">
          <w:rPr>
            <w:noProof/>
            <w:webHidden/>
          </w:rPr>
          <w:fldChar w:fldCharType="begin"/>
        </w:r>
        <w:r w:rsidR="005945D3">
          <w:rPr>
            <w:noProof/>
            <w:webHidden/>
          </w:rPr>
          <w:instrText xml:space="preserve"> PAGEREF _Toc69280282 \h </w:instrText>
        </w:r>
        <w:r w:rsidR="005945D3">
          <w:rPr>
            <w:noProof/>
            <w:webHidden/>
          </w:rPr>
        </w:r>
        <w:r w:rsidR="005945D3">
          <w:rPr>
            <w:noProof/>
            <w:webHidden/>
          </w:rPr>
          <w:fldChar w:fldCharType="separate"/>
        </w:r>
        <w:r w:rsidR="005945D3">
          <w:rPr>
            <w:noProof/>
            <w:webHidden/>
          </w:rPr>
          <w:t>14</w:t>
        </w:r>
        <w:r w:rsidR="005945D3">
          <w:rPr>
            <w:noProof/>
            <w:webHidden/>
          </w:rPr>
          <w:fldChar w:fldCharType="end"/>
        </w:r>
      </w:hyperlink>
    </w:p>
    <w:p w14:paraId="0A306956"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83" w:history="1">
        <w:r w:rsidR="005945D3" w:rsidRPr="00F5010B">
          <w:rPr>
            <w:rStyle w:val="Lienhypertexte"/>
            <w:rFonts w:cs="Arial"/>
            <w:bCs/>
            <w:iCs/>
            <w:noProof/>
          </w:rPr>
          <w:t>9.2 cas particulier du déplacement de l’extrémité de l’Accès sur le même site Client Final</w:t>
        </w:r>
        <w:r w:rsidR="005945D3">
          <w:rPr>
            <w:noProof/>
            <w:webHidden/>
          </w:rPr>
          <w:tab/>
        </w:r>
        <w:r w:rsidR="005945D3">
          <w:rPr>
            <w:noProof/>
            <w:webHidden/>
          </w:rPr>
          <w:fldChar w:fldCharType="begin"/>
        </w:r>
        <w:r w:rsidR="005945D3">
          <w:rPr>
            <w:noProof/>
            <w:webHidden/>
          </w:rPr>
          <w:instrText xml:space="preserve"> PAGEREF _Toc69280283 \h </w:instrText>
        </w:r>
        <w:r w:rsidR="005945D3">
          <w:rPr>
            <w:noProof/>
            <w:webHidden/>
          </w:rPr>
        </w:r>
        <w:r w:rsidR="005945D3">
          <w:rPr>
            <w:noProof/>
            <w:webHidden/>
          </w:rPr>
          <w:fldChar w:fldCharType="separate"/>
        </w:r>
        <w:r w:rsidR="005945D3">
          <w:rPr>
            <w:noProof/>
            <w:webHidden/>
          </w:rPr>
          <w:t>14</w:t>
        </w:r>
        <w:r w:rsidR="005945D3">
          <w:rPr>
            <w:noProof/>
            <w:webHidden/>
          </w:rPr>
          <w:fldChar w:fldCharType="end"/>
        </w:r>
      </w:hyperlink>
    </w:p>
    <w:p w14:paraId="7E45C767" w14:textId="77777777" w:rsidR="005945D3" w:rsidRDefault="00DC6284" w:rsidP="001F5BA7">
      <w:pPr>
        <w:pStyle w:val="TM1"/>
        <w:rPr>
          <w:rFonts w:asciiTheme="minorHAnsi" w:eastAsiaTheme="minorEastAsia" w:hAnsiTheme="minorHAnsi" w:cstheme="minorBidi"/>
          <w:kern w:val="0"/>
          <w:sz w:val="22"/>
          <w:szCs w:val="22"/>
        </w:rPr>
      </w:pPr>
      <w:hyperlink w:anchor="_Toc69280284" w:history="1">
        <w:r w:rsidR="005945D3" w:rsidRPr="00F5010B">
          <w:rPr>
            <w:rStyle w:val="Lienhypertexte"/>
          </w:rPr>
          <w:t>article 10 - centralisation des commandes et de la gestion</w:t>
        </w:r>
        <w:r w:rsidR="005945D3">
          <w:rPr>
            <w:webHidden/>
          </w:rPr>
          <w:tab/>
        </w:r>
        <w:r w:rsidR="005945D3">
          <w:rPr>
            <w:webHidden/>
          </w:rPr>
          <w:fldChar w:fldCharType="begin"/>
        </w:r>
        <w:r w:rsidR="005945D3">
          <w:rPr>
            <w:webHidden/>
          </w:rPr>
          <w:instrText xml:space="preserve"> PAGEREF _Toc69280284 \h </w:instrText>
        </w:r>
        <w:r w:rsidR="005945D3">
          <w:rPr>
            <w:webHidden/>
          </w:rPr>
        </w:r>
        <w:r w:rsidR="005945D3">
          <w:rPr>
            <w:webHidden/>
          </w:rPr>
          <w:fldChar w:fldCharType="separate"/>
        </w:r>
        <w:r w:rsidR="005945D3">
          <w:rPr>
            <w:webHidden/>
          </w:rPr>
          <w:t>15</w:t>
        </w:r>
        <w:r w:rsidR="005945D3">
          <w:rPr>
            <w:webHidden/>
          </w:rPr>
          <w:fldChar w:fldCharType="end"/>
        </w:r>
      </w:hyperlink>
    </w:p>
    <w:p w14:paraId="55FFBF57" w14:textId="32437864" w:rsidR="005945D3" w:rsidRDefault="00DC6284" w:rsidP="001F5BA7">
      <w:pPr>
        <w:pStyle w:val="TM1"/>
        <w:rPr>
          <w:rFonts w:asciiTheme="minorHAnsi" w:eastAsiaTheme="minorEastAsia" w:hAnsiTheme="minorHAnsi" w:cstheme="minorBidi"/>
          <w:kern w:val="0"/>
          <w:sz w:val="22"/>
          <w:szCs w:val="22"/>
        </w:rPr>
      </w:pPr>
      <w:hyperlink w:anchor="_Toc69280285" w:history="1">
        <w:r w:rsidR="005945D3" w:rsidRPr="00F5010B">
          <w:rPr>
            <w:rStyle w:val="Lienhypertexte"/>
          </w:rPr>
          <w:t xml:space="preserve">article 11 - évolution du réseau de </w:t>
        </w:r>
        <w:r w:rsidR="0081124F">
          <w:rPr>
            <w:rStyle w:val="Lienhypertexte"/>
          </w:rPr>
          <w:t>LAVAL TRÈS HAUT DÉBIT</w:t>
        </w:r>
        <w:r w:rsidR="005945D3">
          <w:rPr>
            <w:webHidden/>
          </w:rPr>
          <w:tab/>
        </w:r>
        <w:r w:rsidR="005945D3">
          <w:rPr>
            <w:webHidden/>
          </w:rPr>
          <w:fldChar w:fldCharType="begin"/>
        </w:r>
        <w:r w:rsidR="005945D3">
          <w:rPr>
            <w:webHidden/>
          </w:rPr>
          <w:instrText xml:space="preserve"> PAGEREF _Toc69280285 \h </w:instrText>
        </w:r>
        <w:r w:rsidR="005945D3">
          <w:rPr>
            <w:webHidden/>
          </w:rPr>
        </w:r>
        <w:r w:rsidR="005945D3">
          <w:rPr>
            <w:webHidden/>
          </w:rPr>
          <w:fldChar w:fldCharType="separate"/>
        </w:r>
        <w:r w:rsidR="005945D3">
          <w:rPr>
            <w:webHidden/>
          </w:rPr>
          <w:t>15</w:t>
        </w:r>
        <w:r w:rsidR="005945D3">
          <w:rPr>
            <w:webHidden/>
          </w:rPr>
          <w:fldChar w:fldCharType="end"/>
        </w:r>
      </w:hyperlink>
    </w:p>
    <w:p w14:paraId="4F5C4F6F"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86" w:history="1">
        <w:r w:rsidR="005945D3" w:rsidRPr="00F5010B">
          <w:rPr>
            <w:rStyle w:val="Lienhypertexte"/>
            <w:rFonts w:cs="Arial"/>
            <w:bCs/>
            <w:iCs/>
            <w:noProof/>
          </w:rPr>
          <w:t>11.1 modifications des conditions de fourniture</w:t>
        </w:r>
        <w:r w:rsidR="005945D3">
          <w:rPr>
            <w:noProof/>
            <w:webHidden/>
          </w:rPr>
          <w:tab/>
        </w:r>
        <w:r w:rsidR="005945D3">
          <w:rPr>
            <w:noProof/>
            <w:webHidden/>
          </w:rPr>
          <w:fldChar w:fldCharType="begin"/>
        </w:r>
        <w:r w:rsidR="005945D3">
          <w:rPr>
            <w:noProof/>
            <w:webHidden/>
          </w:rPr>
          <w:instrText xml:space="preserve"> PAGEREF _Toc69280286 \h </w:instrText>
        </w:r>
        <w:r w:rsidR="005945D3">
          <w:rPr>
            <w:noProof/>
            <w:webHidden/>
          </w:rPr>
        </w:r>
        <w:r w:rsidR="005945D3">
          <w:rPr>
            <w:noProof/>
            <w:webHidden/>
          </w:rPr>
          <w:fldChar w:fldCharType="separate"/>
        </w:r>
        <w:r w:rsidR="005945D3">
          <w:rPr>
            <w:noProof/>
            <w:webHidden/>
          </w:rPr>
          <w:t>15</w:t>
        </w:r>
        <w:r w:rsidR="005945D3">
          <w:rPr>
            <w:noProof/>
            <w:webHidden/>
          </w:rPr>
          <w:fldChar w:fldCharType="end"/>
        </w:r>
      </w:hyperlink>
    </w:p>
    <w:p w14:paraId="23604592"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87" w:history="1">
        <w:r w:rsidR="005945D3" w:rsidRPr="00F5010B">
          <w:rPr>
            <w:rStyle w:val="Lienhypertexte"/>
            <w:rFonts w:cs="Arial"/>
            <w:bCs/>
            <w:iCs/>
            <w:noProof/>
          </w:rPr>
          <w:t>11.2 fermeture d'un PM</w:t>
        </w:r>
        <w:r w:rsidR="005945D3">
          <w:rPr>
            <w:noProof/>
            <w:webHidden/>
          </w:rPr>
          <w:tab/>
        </w:r>
        <w:r w:rsidR="005945D3">
          <w:rPr>
            <w:noProof/>
            <w:webHidden/>
          </w:rPr>
          <w:fldChar w:fldCharType="begin"/>
        </w:r>
        <w:r w:rsidR="005945D3">
          <w:rPr>
            <w:noProof/>
            <w:webHidden/>
          </w:rPr>
          <w:instrText xml:space="preserve"> PAGEREF _Toc69280287 \h </w:instrText>
        </w:r>
        <w:r w:rsidR="005945D3">
          <w:rPr>
            <w:noProof/>
            <w:webHidden/>
          </w:rPr>
        </w:r>
        <w:r w:rsidR="005945D3">
          <w:rPr>
            <w:noProof/>
            <w:webHidden/>
          </w:rPr>
          <w:fldChar w:fldCharType="separate"/>
        </w:r>
        <w:r w:rsidR="005945D3">
          <w:rPr>
            <w:noProof/>
            <w:webHidden/>
          </w:rPr>
          <w:t>15</w:t>
        </w:r>
        <w:r w:rsidR="005945D3">
          <w:rPr>
            <w:noProof/>
            <w:webHidden/>
          </w:rPr>
          <w:fldChar w:fldCharType="end"/>
        </w:r>
      </w:hyperlink>
    </w:p>
    <w:p w14:paraId="3F59A943" w14:textId="77777777" w:rsidR="005945D3" w:rsidRDefault="00DC6284" w:rsidP="001F5BA7">
      <w:pPr>
        <w:pStyle w:val="TM1"/>
        <w:rPr>
          <w:rFonts w:asciiTheme="minorHAnsi" w:eastAsiaTheme="minorEastAsia" w:hAnsiTheme="minorHAnsi" w:cstheme="minorBidi"/>
          <w:kern w:val="0"/>
          <w:sz w:val="22"/>
          <w:szCs w:val="22"/>
        </w:rPr>
      </w:pPr>
      <w:hyperlink w:anchor="_Toc69280288" w:history="1">
        <w:r w:rsidR="005945D3" w:rsidRPr="00F5010B">
          <w:rPr>
            <w:rStyle w:val="Lienhypertexte"/>
          </w:rPr>
          <w:t>article 12 - durée et date d’effet</w:t>
        </w:r>
        <w:r w:rsidR="005945D3">
          <w:rPr>
            <w:webHidden/>
          </w:rPr>
          <w:tab/>
        </w:r>
        <w:r w:rsidR="005945D3">
          <w:rPr>
            <w:webHidden/>
          </w:rPr>
          <w:fldChar w:fldCharType="begin"/>
        </w:r>
        <w:r w:rsidR="005945D3">
          <w:rPr>
            <w:webHidden/>
          </w:rPr>
          <w:instrText xml:space="preserve"> PAGEREF _Toc69280288 \h </w:instrText>
        </w:r>
        <w:r w:rsidR="005945D3">
          <w:rPr>
            <w:webHidden/>
          </w:rPr>
        </w:r>
        <w:r w:rsidR="005945D3">
          <w:rPr>
            <w:webHidden/>
          </w:rPr>
          <w:fldChar w:fldCharType="separate"/>
        </w:r>
        <w:r w:rsidR="005945D3">
          <w:rPr>
            <w:webHidden/>
          </w:rPr>
          <w:t>15</w:t>
        </w:r>
        <w:r w:rsidR="005945D3">
          <w:rPr>
            <w:webHidden/>
          </w:rPr>
          <w:fldChar w:fldCharType="end"/>
        </w:r>
      </w:hyperlink>
    </w:p>
    <w:p w14:paraId="6DBF4428" w14:textId="77777777" w:rsidR="005945D3" w:rsidRDefault="00DC6284" w:rsidP="001F5BA7">
      <w:pPr>
        <w:pStyle w:val="TM1"/>
        <w:rPr>
          <w:rFonts w:asciiTheme="minorHAnsi" w:eastAsiaTheme="minorEastAsia" w:hAnsiTheme="minorHAnsi" w:cstheme="minorBidi"/>
          <w:kern w:val="0"/>
          <w:sz w:val="22"/>
          <w:szCs w:val="22"/>
        </w:rPr>
      </w:pPr>
      <w:hyperlink w:anchor="_Toc69280289" w:history="1">
        <w:r w:rsidR="005945D3" w:rsidRPr="00F5010B">
          <w:rPr>
            <w:rStyle w:val="Lienhypertexte"/>
          </w:rPr>
          <w:t>article 13 - prix et facturation</w:t>
        </w:r>
        <w:r w:rsidR="005945D3">
          <w:rPr>
            <w:webHidden/>
          </w:rPr>
          <w:tab/>
        </w:r>
        <w:r w:rsidR="005945D3">
          <w:rPr>
            <w:webHidden/>
          </w:rPr>
          <w:fldChar w:fldCharType="begin"/>
        </w:r>
        <w:r w:rsidR="005945D3">
          <w:rPr>
            <w:webHidden/>
          </w:rPr>
          <w:instrText xml:space="preserve"> PAGEREF _Toc69280289 \h </w:instrText>
        </w:r>
        <w:r w:rsidR="005945D3">
          <w:rPr>
            <w:webHidden/>
          </w:rPr>
        </w:r>
        <w:r w:rsidR="005945D3">
          <w:rPr>
            <w:webHidden/>
          </w:rPr>
          <w:fldChar w:fldCharType="separate"/>
        </w:r>
        <w:r w:rsidR="005945D3">
          <w:rPr>
            <w:webHidden/>
          </w:rPr>
          <w:t>15</w:t>
        </w:r>
        <w:r w:rsidR="005945D3">
          <w:rPr>
            <w:webHidden/>
          </w:rPr>
          <w:fldChar w:fldCharType="end"/>
        </w:r>
      </w:hyperlink>
    </w:p>
    <w:p w14:paraId="5DA6A40C" w14:textId="77777777" w:rsidR="005945D3" w:rsidRDefault="00DC6284" w:rsidP="001F5BA7">
      <w:pPr>
        <w:pStyle w:val="TM1"/>
        <w:rPr>
          <w:rFonts w:asciiTheme="minorHAnsi" w:eastAsiaTheme="minorEastAsia" w:hAnsiTheme="minorHAnsi" w:cstheme="minorBidi"/>
          <w:kern w:val="0"/>
          <w:sz w:val="22"/>
          <w:szCs w:val="22"/>
        </w:rPr>
      </w:pPr>
      <w:hyperlink w:anchor="_Toc69280290" w:history="1">
        <w:r w:rsidR="005945D3" w:rsidRPr="00F5010B">
          <w:rPr>
            <w:rStyle w:val="Lienhypertexte"/>
          </w:rPr>
          <w:t>article 14 - résiliation</w:t>
        </w:r>
        <w:r w:rsidR="005945D3">
          <w:rPr>
            <w:webHidden/>
          </w:rPr>
          <w:tab/>
        </w:r>
        <w:r w:rsidR="005945D3">
          <w:rPr>
            <w:webHidden/>
          </w:rPr>
          <w:fldChar w:fldCharType="begin"/>
        </w:r>
        <w:r w:rsidR="005945D3">
          <w:rPr>
            <w:webHidden/>
          </w:rPr>
          <w:instrText xml:space="preserve"> PAGEREF _Toc69280290 \h </w:instrText>
        </w:r>
        <w:r w:rsidR="005945D3">
          <w:rPr>
            <w:webHidden/>
          </w:rPr>
        </w:r>
        <w:r w:rsidR="005945D3">
          <w:rPr>
            <w:webHidden/>
          </w:rPr>
          <w:fldChar w:fldCharType="separate"/>
        </w:r>
        <w:r w:rsidR="005945D3">
          <w:rPr>
            <w:webHidden/>
          </w:rPr>
          <w:t>16</w:t>
        </w:r>
        <w:r w:rsidR="005945D3">
          <w:rPr>
            <w:webHidden/>
          </w:rPr>
          <w:fldChar w:fldCharType="end"/>
        </w:r>
      </w:hyperlink>
    </w:p>
    <w:p w14:paraId="5CF04164"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91" w:history="1">
        <w:r w:rsidR="005945D3" w:rsidRPr="00F5010B">
          <w:rPr>
            <w:rStyle w:val="Lienhypertexte"/>
            <w:rFonts w:cs="Arial"/>
            <w:bCs/>
            <w:iCs/>
            <w:noProof/>
          </w:rPr>
          <w:t>14.1 résiliation du Contrat</w:t>
        </w:r>
        <w:r w:rsidR="005945D3">
          <w:rPr>
            <w:noProof/>
            <w:webHidden/>
          </w:rPr>
          <w:tab/>
        </w:r>
        <w:r w:rsidR="005945D3">
          <w:rPr>
            <w:noProof/>
            <w:webHidden/>
          </w:rPr>
          <w:fldChar w:fldCharType="begin"/>
        </w:r>
        <w:r w:rsidR="005945D3">
          <w:rPr>
            <w:noProof/>
            <w:webHidden/>
          </w:rPr>
          <w:instrText xml:space="preserve"> PAGEREF _Toc69280291 \h </w:instrText>
        </w:r>
        <w:r w:rsidR="005945D3">
          <w:rPr>
            <w:noProof/>
            <w:webHidden/>
          </w:rPr>
        </w:r>
        <w:r w:rsidR="005945D3">
          <w:rPr>
            <w:noProof/>
            <w:webHidden/>
          </w:rPr>
          <w:fldChar w:fldCharType="separate"/>
        </w:r>
        <w:r w:rsidR="005945D3">
          <w:rPr>
            <w:noProof/>
            <w:webHidden/>
          </w:rPr>
          <w:t>16</w:t>
        </w:r>
        <w:r w:rsidR="005945D3">
          <w:rPr>
            <w:noProof/>
            <w:webHidden/>
          </w:rPr>
          <w:fldChar w:fldCharType="end"/>
        </w:r>
      </w:hyperlink>
    </w:p>
    <w:p w14:paraId="08097BCA"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92" w:history="1">
        <w:r w:rsidR="005945D3" w:rsidRPr="00F5010B">
          <w:rPr>
            <w:rStyle w:val="Lienhypertexte"/>
            <w:rFonts w:cs="Arial"/>
            <w:bCs/>
            <w:iCs/>
            <w:noProof/>
          </w:rPr>
          <w:t>14.2 résiliation d’un Accès avant la date de mise à disposition effective</w:t>
        </w:r>
        <w:r w:rsidR="005945D3">
          <w:rPr>
            <w:noProof/>
            <w:webHidden/>
          </w:rPr>
          <w:tab/>
        </w:r>
        <w:r w:rsidR="005945D3">
          <w:rPr>
            <w:noProof/>
            <w:webHidden/>
          </w:rPr>
          <w:fldChar w:fldCharType="begin"/>
        </w:r>
        <w:r w:rsidR="005945D3">
          <w:rPr>
            <w:noProof/>
            <w:webHidden/>
          </w:rPr>
          <w:instrText xml:space="preserve"> PAGEREF _Toc69280292 \h </w:instrText>
        </w:r>
        <w:r w:rsidR="005945D3">
          <w:rPr>
            <w:noProof/>
            <w:webHidden/>
          </w:rPr>
        </w:r>
        <w:r w:rsidR="005945D3">
          <w:rPr>
            <w:noProof/>
            <w:webHidden/>
          </w:rPr>
          <w:fldChar w:fldCharType="separate"/>
        </w:r>
        <w:r w:rsidR="005945D3">
          <w:rPr>
            <w:noProof/>
            <w:webHidden/>
          </w:rPr>
          <w:t>16</w:t>
        </w:r>
        <w:r w:rsidR="005945D3">
          <w:rPr>
            <w:noProof/>
            <w:webHidden/>
          </w:rPr>
          <w:fldChar w:fldCharType="end"/>
        </w:r>
      </w:hyperlink>
    </w:p>
    <w:p w14:paraId="6EDE9B6B" w14:textId="77777777" w:rsidR="005945D3" w:rsidRDefault="00DC6284">
      <w:pPr>
        <w:pStyle w:val="TM2"/>
        <w:tabs>
          <w:tab w:val="right" w:leader="dot" w:pos="9854"/>
        </w:tabs>
        <w:rPr>
          <w:rFonts w:asciiTheme="minorHAnsi" w:eastAsiaTheme="minorEastAsia" w:hAnsiTheme="minorHAnsi" w:cstheme="minorBidi"/>
          <w:smallCaps w:val="0"/>
          <w:noProof/>
          <w:sz w:val="22"/>
          <w:szCs w:val="22"/>
        </w:rPr>
      </w:pPr>
      <w:hyperlink w:anchor="_Toc69280293" w:history="1">
        <w:r w:rsidR="005945D3" w:rsidRPr="00F5010B">
          <w:rPr>
            <w:rStyle w:val="Lienhypertexte"/>
            <w:rFonts w:cs="Arial"/>
            <w:bCs/>
            <w:iCs/>
            <w:noProof/>
          </w:rPr>
          <w:t>14.3 résiliation d’un Accès après la date de mise à disposition effective</w:t>
        </w:r>
        <w:r w:rsidR="005945D3">
          <w:rPr>
            <w:noProof/>
            <w:webHidden/>
          </w:rPr>
          <w:tab/>
        </w:r>
        <w:r w:rsidR="005945D3">
          <w:rPr>
            <w:noProof/>
            <w:webHidden/>
          </w:rPr>
          <w:fldChar w:fldCharType="begin"/>
        </w:r>
        <w:r w:rsidR="005945D3">
          <w:rPr>
            <w:noProof/>
            <w:webHidden/>
          </w:rPr>
          <w:instrText xml:space="preserve"> PAGEREF _Toc69280293 \h </w:instrText>
        </w:r>
        <w:r w:rsidR="005945D3">
          <w:rPr>
            <w:noProof/>
            <w:webHidden/>
          </w:rPr>
        </w:r>
        <w:r w:rsidR="005945D3">
          <w:rPr>
            <w:noProof/>
            <w:webHidden/>
          </w:rPr>
          <w:fldChar w:fldCharType="separate"/>
        </w:r>
        <w:r w:rsidR="005945D3">
          <w:rPr>
            <w:noProof/>
            <w:webHidden/>
          </w:rPr>
          <w:t>16</w:t>
        </w:r>
        <w:r w:rsidR="005945D3">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1F5BA7" w:rsidRDefault="00F81B34" w:rsidP="00F2655C">
      <w:pPr>
        <w:pStyle w:val="StyleHelvetica55Roman18ptOrangeJustifi"/>
        <w:rPr>
          <w:b/>
          <w:bCs/>
          <w:color w:val="auto"/>
        </w:rPr>
      </w:pPr>
      <w:r w:rsidRPr="001F4234">
        <w:rPr>
          <w:rFonts w:cs="Arial"/>
          <w:sz w:val="28"/>
          <w:szCs w:val="28"/>
        </w:rPr>
        <w:br w:type="page"/>
      </w:r>
      <w:r w:rsidR="00FB5E95" w:rsidRPr="001F5BA7">
        <w:rPr>
          <w:rFonts w:cs="Arial"/>
          <w:b/>
          <w:bCs/>
          <w:color w:val="auto"/>
          <w:sz w:val="28"/>
          <w:szCs w:val="28"/>
        </w:rPr>
        <w:lastRenderedPageBreak/>
        <w:t>Liste des annexes</w:t>
      </w:r>
    </w:p>
    <w:p w14:paraId="55CF7C65" w14:textId="77777777" w:rsidR="00AC356C" w:rsidRPr="001F5BA7" w:rsidRDefault="00A9465A" w:rsidP="00E552F8">
      <w:pPr>
        <w:spacing w:before="120"/>
        <w:jc w:val="both"/>
        <w:rPr>
          <w:rFonts w:eastAsia="Calibri" w:cs="Arial"/>
          <w:bCs/>
          <w:szCs w:val="20"/>
        </w:rPr>
      </w:pPr>
      <w:r w:rsidRPr="001F5BA7">
        <w:rPr>
          <w:rFonts w:eastAsia="Calibri" w:cs="Arial"/>
          <w:bCs/>
          <w:szCs w:val="20"/>
        </w:rPr>
        <w:t>Annexe</w:t>
      </w:r>
      <w:r w:rsidR="00AC356C" w:rsidRPr="001F5BA7">
        <w:rPr>
          <w:rFonts w:eastAsia="Calibri" w:cs="Arial"/>
          <w:bCs/>
          <w:szCs w:val="20"/>
        </w:rPr>
        <w:t xml:space="preserve"> 1 – prix</w:t>
      </w:r>
      <w:r w:rsidR="00173CF5" w:rsidRPr="001F5BA7">
        <w:rPr>
          <w:rFonts w:eastAsia="Calibri" w:cs="Arial"/>
          <w:bCs/>
          <w:szCs w:val="20"/>
        </w:rPr>
        <w:t xml:space="preserve"> </w:t>
      </w:r>
    </w:p>
    <w:p w14:paraId="13E41100" w14:textId="77777777" w:rsidR="00AC356C" w:rsidRPr="001F5BA7" w:rsidRDefault="00A9465A" w:rsidP="00E552F8">
      <w:pPr>
        <w:spacing w:before="120"/>
        <w:jc w:val="both"/>
        <w:rPr>
          <w:rFonts w:eastAsia="Calibri" w:cs="Arial"/>
          <w:bCs/>
          <w:szCs w:val="20"/>
        </w:rPr>
      </w:pPr>
      <w:r w:rsidRPr="001F5BA7">
        <w:rPr>
          <w:rFonts w:eastAsia="Calibri" w:cs="Arial"/>
          <w:bCs/>
          <w:szCs w:val="20"/>
        </w:rPr>
        <w:t>Annexe</w:t>
      </w:r>
      <w:r w:rsidR="00AC356C" w:rsidRPr="001F5BA7">
        <w:rPr>
          <w:rFonts w:eastAsia="Calibri" w:cs="Arial"/>
          <w:bCs/>
          <w:szCs w:val="20"/>
        </w:rPr>
        <w:t xml:space="preserve"> 2 – pénalités</w:t>
      </w:r>
      <w:r w:rsidR="00173CF5" w:rsidRPr="001F5BA7">
        <w:rPr>
          <w:rFonts w:eastAsia="Calibri" w:cs="Arial"/>
          <w:bCs/>
          <w:szCs w:val="20"/>
        </w:rPr>
        <w:t xml:space="preserve"> </w:t>
      </w:r>
    </w:p>
    <w:p w14:paraId="2F6CEC77" w14:textId="77777777" w:rsidR="00AC356C" w:rsidRPr="001F5BA7" w:rsidRDefault="00A9465A" w:rsidP="00E552F8">
      <w:pPr>
        <w:spacing w:before="120"/>
        <w:jc w:val="both"/>
        <w:rPr>
          <w:rFonts w:eastAsia="Calibri" w:cs="Arial"/>
          <w:bCs/>
          <w:szCs w:val="20"/>
        </w:rPr>
      </w:pPr>
      <w:r w:rsidRPr="001F5BA7">
        <w:rPr>
          <w:rFonts w:eastAsia="Calibri" w:cs="Arial"/>
          <w:bCs/>
          <w:szCs w:val="20"/>
        </w:rPr>
        <w:t>Annexe</w:t>
      </w:r>
      <w:r w:rsidR="00AC356C" w:rsidRPr="001F5BA7">
        <w:rPr>
          <w:rFonts w:eastAsia="Calibri" w:cs="Arial"/>
          <w:bCs/>
          <w:szCs w:val="20"/>
        </w:rPr>
        <w:t xml:space="preserve"> </w:t>
      </w:r>
      <w:r w:rsidR="00FB5E95" w:rsidRPr="001F5BA7">
        <w:rPr>
          <w:rFonts w:eastAsia="Calibri" w:cs="Arial"/>
          <w:bCs/>
          <w:szCs w:val="20"/>
        </w:rPr>
        <w:t xml:space="preserve">3 </w:t>
      </w:r>
      <w:r w:rsidR="00AC356C" w:rsidRPr="001F5BA7">
        <w:rPr>
          <w:rFonts w:eastAsia="Calibri" w:cs="Arial"/>
          <w:bCs/>
          <w:szCs w:val="20"/>
        </w:rPr>
        <w:t>– modèle de fichier pour la fourniture des prévisions</w:t>
      </w:r>
    </w:p>
    <w:p w14:paraId="00B8654E" w14:textId="77777777" w:rsidR="005F21F5" w:rsidRPr="001F5BA7" w:rsidRDefault="00A9465A" w:rsidP="00E552F8">
      <w:pPr>
        <w:spacing w:before="120"/>
        <w:jc w:val="both"/>
        <w:rPr>
          <w:rFonts w:eastAsia="Calibri" w:cs="Arial"/>
          <w:bCs/>
          <w:szCs w:val="20"/>
        </w:rPr>
      </w:pPr>
      <w:r w:rsidRPr="001F5BA7">
        <w:rPr>
          <w:rFonts w:eastAsia="Calibri" w:cs="Arial"/>
          <w:bCs/>
          <w:szCs w:val="20"/>
        </w:rPr>
        <w:t>Annexe</w:t>
      </w:r>
      <w:r w:rsidR="00FB5E95" w:rsidRPr="001F5BA7">
        <w:rPr>
          <w:rFonts w:eastAsia="Calibri" w:cs="Arial"/>
          <w:bCs/>
          <w:szCs w:val="20"/>
        </w:rPr>
        <w:t xml:space="preserve"> 4 </w:t>
      </w:r>
      <w:r w:rsidR="00BC23A9" w:rsidRPr="001F5BA7">
        <w:rPr>
          <w:rFonts w:eastAsia="Calibri" w:cs="Arial"/>
          <w:bCs/>
          <w:szCs w:val="20"/>
        </w:rPr>
        <w:t>–</w:t>
      </w:r>
      <w:r w:rsidR="00FB5E95" w:rsidRPr="001F5BA7">
        <w:rPr>
          <w:rFonts w:eastAsia="Calibri" w:cs="Arial"/>
          <w:bCs/>
          <w:szCs w:val="20"/>
        </w:rPr>
        <w:t xml:space="preserve"> </w:t>
      </w:r>
      <w:r w:rsidR="00AC356C" w:rsidRPr="001F5BA7">
        <w:rPr>
          <w:rFonts w:eastAsia="Calibri" w:cs="Arial"/>
          <w:bCs/>
          <w:szCs w:val="20"/>
        </w:rPr>
        <w:t xml:space="preserve">STAS </w:t>
      </w:r>
    </w:p>
    <w:p w14:paraId="1EED0E6E" w14:textId="7FB94155" w:rsidR="0031402E" w:rsidRPr="001F5BA7" w:rsidRDefault="0005623D" w:rsidP="00A27F73">
      <w:pPr>
        <w:spacing w:before="120"/>
        <w:jc w:val="both"/>
        <w:rPr>
          <w:rFonts w:eastAsia="Calibri" w:cs="Arial"/>
          <w:bCs/>
          <w:szCs w:val="20"/>
        </w:rPr>
      </w:pPr>
      <w:r w:rsidRPr="001F5BA7">
        <w:rPr>
          <w:rFonts w:eastAsia="Calibri" w:cs="Arial"/>
          <w:bCs/>
          <w:szCs w:val="20"/>
        </w:rPr>
        <w:t xml:space="preserve">Annexe </w:t>
      </w:r>
      <w:r w:rsidR="00BF44EF" w:rsidRPr="001F5BA7">
        <w:rPr>
          <w:rFonts w:eastAsia="Calibri" w:cs="Arial"/>
          <w:bCs/>
          <w:szCs w:val="20"/>
        </w:rPr>
        <w:t>5</w:t>
      </w:r>
      <w:r w:rsidRPr="001F5BA7">
        <w:rPr>
          <w:rFonts w:eastAsia="Calibri" w:cs="Arial"/>
          <w:bCs/>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1F5BA7">
      <w:pPr>
        <w:pStyle w:val="Titre1"/>
      </w:pPr>
      <w:r w:rsidRPr="001F4234">
        <w:br w:type="column"/>
      </w:r>
      <w:bookmarkStart w:id="0" w:name="_Toc191241"/>
      <w:bookmarkStart w:id="1" w:name="_Toc69280256"/>
      <w:bookmarkStart w:id="2" w:name="_Toc446348782"/>
      <w:r w:rsidR="0078225C" w:rsidRPr="001F4234">
        <w:lastRenderedPageBreak/>
        <w:t>objet</w:t>
      </w:r>
      <w:bookmarkEnd w:id="0"/>
      <w:bookmarkEnd w:id="1"/>
    </w:p>
    <w:p w14:paraId="1F853856" w14:textId="27EC076B"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81124F">
        <w:rPr>
          <w:rFonts w:cs="Arial"/>
        </w:rPr>
        <w:t>LAVAL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81124F">
        <w:rPr>
          <w:rFonts w:cs="Arial"/>
        </w:rPr>
        <w:t>LAVAL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01830FAC"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1BFCD9A2" w14:textId="77777777" w:rsidR="001F5BA7" w:rsidRPr="001F4234" w:rsidRDefault="001F5BA7" w:rsidP="00F2655C">
      <w:pPr>
        <w:spacing w:before="120"/>
        <w:jc w:val="both"/>
        <w:rPr>
          <w:rFonts w:cs="Arial"/>
        </w:rPr>
      </w:pPr>
    </w:p>
    <w:p w14:paraId="259418E2" w14:textId="77777777" w:rsidR="001B7F90" w:rsidRPr="001F4234" w:rsidRDefault="001B7F90" w:rsidP="001F5BA7">
      <w:pPr>
        <w:pStyle w:val="Titre1"/>
      </w:pPr>
      <w:bookmarkStart w:id="3" w:name="_Toc191242"/>
      <w:bookmarkStart w:id="4" w:name="_Toc69280257"/>
      <w:r w:rsidRPr="001F4234">
        <w:t>définitions</w:t>
      </w:r>
      <w:bookmarkEnd w:id="2"/>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387FC619"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81124F">
        <w:t>LAVAL TRÈS HAUT DÉBIT</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530B549C"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81124F">
        <w:t>LAVAL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7663DC37"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7E534B">
        <w:rPr>
          <w:b/>
          <w:bCs/>
        </w:rPr>
        <w:t>d’extension</w:t>
      </w:r>
      <w:r w:rsidRPr="0099425A">
        <w:rPr>
          <w:rFonts w:cs="Arial"/>
          <w:b/>
          <w:bCs/>
        </w:rPr>
        <w:t> :</w:t>
      </w:r>
      <w:r w:rsidRPr="0099425A">
        <w:t xml:space="preserve"> site Client Final situé dans une zone éligible au FTTH et pour laquelle </w:t>
      </w:r>
      <w:r w:rsidR="0081124F">
        <w:t>LAVAL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66F2F320"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81124F">
        <w:rPr>
          <w:b/>
        </w:rPr>
        <w:t>LAVAL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212EC91A"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81124F">
        <w:rPr>
          <w:rFonts w:cs="Arial"/>
        </w:rPr>
        <w:t>LAVAL TRÈS HAUT DÉBIT</w:t>
      </w:r>
      <w:r w:rsidRPr="001F4234">
        <w:rPr>
          <w:rFonts w:cs="Arial"/>
        </w:rPr>
        <w:t>.</w:t>
      </w:r>
    </w:p>
    <w:p w14:paraId="5FDE639C" w14:textId="77274A0C"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81124F">
        <w:t>LAVAL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67A477B7"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81124F">
        <w:rPr>
          <w:rFonts w:cs="Arial"/>
        </w:rPr>
        <w:t>LAVAL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0AA77B1C"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81124F">
        <w:rPr>
          <w:rFonts w:cs="Arial"/>
        </w:rPr>
        <w:t>LAVAL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F4234" w:rsidRDefault="001C3466" w:rsidP="001F5BA7">
      <w:pPr>
        <w:pStyle w:val="Titre1"/>
      </w:pPr>
      <w:bookmarkStart w:id="5" w:name="_Toc69280258"/>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384DF03B"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81124F">
        <w:t>LAVAL TRÈS HAUT DÉBIT</w:t>
      </w:r>
      <w:r w:rsidRPr="001F4234">
        <w:t xml:space="preserve"> ;</w:t>
      </w:r>
    </w:p>
    <w:p w14:paraId="7F171352" w14:textId="787239AD"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81124F">
        <w:rPr>
          <w:color w:val="000000" w:themeColor="text1"/>
        </w:rPr>
        <w:t>LAVAL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1F5BA7">
      <w:pPr>
        <w:pStyle w:val="Titre1"/>
      </w:pPr>
      <w:bookmarkStart w:id="24" w:name="_Toc191243"/>
      <w:bookmarkStart w:id="25" w:name="_Toc69280259"/>
      <w:r w:rsidRPr="001F4234">
        <w:t>informations sur le déploiement</w:t>
      </w:r>
      <w:bookmarkEnd w:id="24"/>
      <w:bookmarkEnd w:id="25"/>
      <w:r w:rsidRPr="001F4234">
        <w:t> </w:t>
      </w:r>
    </w:p>
    <w:p w14:paraId="7006C3A2" w14:textId="2DAE6CAE" w:rsidR="001B7F90" w:rsidRPr="001F4234" w:rsidRDefault="0081124F" w:rsidP="00EC5830">
      <w:pPr>
        <w:spacing w:before="120"/>
        <w:jc w:val="both"/>
        <w:rPr>
          <w:rFonts w:cs="Arial"/>
        </w:rPr>
      </w:pPr>
      <w:r>
        <w:rPr>
          <w:rFonts w:cs="Arial"/>
        </w:rPr>
        <w:t>LAVAL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1F5BA7">
      <w:pPr>
        <w:pStyle w:val="Titre2"/>
      </w:pPr>
      <w:bookmarkStart w:id="26" w:name="_Toc191244"/>
      <w:bookmarkStart w:id="27" w:name="_Toc69280260"/>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72DF79A1" w:rsidR="001B7F90" w:rsidRPr="001F4234" w:rsidRDefault="0081124F" w:rsidP="00F2655C">
      <w:pPr>
        <w:spacing w:before="120"/>
        <w:jc w:val="both"/>
        <w:rPr>
          <w:rFonts w:cs="Arial"/>
        </w:rPr>
      </w:pPr>
      <w:r>
        <w:rPr>
          <w:rFonts w:cs="Arial"/>
        </w:rPr>
        <w:t>LAVAL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1F5BA7">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69280261"/>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67F06021"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7E534B">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61A5D915"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81124F">
        <w:rPr>
          <w:rFonts w:cs="Arial"/>
        </w:rPr>
        <w:t>LAVAL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3285F344" w14:textId="77777777" w:rsidR="001F5BA7" w:rsidRPr="001F4234" w:rsidRDefault="001F5BA7" w:rsidP="00F2655C">
      <w:pPr>
        <w:spacing w:before="120"/>
        <w:jc w:val="both"/>
        <w:rPr>
          <w:rFonts w:cs="Arial"/>
        </w:rPr>
      </w:pPr>
    </w:p>
    <w:p w14:paraId="1308EC6C" w14:textId="77777777" w:rsidR="00910EE9" w:rsidRPr="001F4234" w:rsidRDefault="00910EE9" w:rsidP="001F5BA7">
      <w:pPr>
        <w:pStyle w:val="Titre1"/>
      </w:pPr>
      <w:bookmarkStart w:id="35" w:name="_Toc191246"/>
      <w:bookmarkStart w:id="36" w:name="_Toc69280262"/>
      <w:r w:rsidRPr="001F4234">
        <w:t>description de l’Offre</w:t>
      </w:r>
      <w:bookmarkEnd w:id="35"/>
      <w:bookmarkEnd w:id="36"/>
    </w:p>
    <w:p w14:paraId="5862B364" w14:textId="4F1A1D04"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81124F">
        <w:rPr>
          <w:rFonts w:cs="Arial"/>
        </w:rPr>
        <w:t>LAVAL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57D24793"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81124F">
        <w:rPr>
          <w:rFonts w:cs="Arial"/>
        </w:rPr>
        <w:t>LAVAL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3910C45E" w14:textId="77777777" w:rsidR="001F5BA7" w:rsidRPr="001F4234" w:rsidRDefault="001F5BA7" w:rsidP="00F2655C">
      <w:pPr>
        <w:spacing w:before="120"/>
        <w:jc w:val="both"/>
        <w:rPr>
          <w:rFonts w:cs="Arial"/>
        </w:rPr>
      </w:pPr>
    </w:p>
    <w:p w14:paraId="6623B198" w14:textId="77777777" w:rsidR="00315859" w:rsidRPr="001F4234" w:rsidRDefault="00682FD2" w:rsidP="001F5BA7">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69280263"/>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F4234">
        <w:t>p</w:t>
      </w:r>
      <w:r w:rsidR="008F789E" w:rsidRPr="001F4234">
        <w:t xml:space="preserve">rocessus de commande </w:t>
      </w:r>
      <w:bookmarkEnd w:id="368"/>
      <w:bookmarkEnd w:id="369"/>
      <w:bookmarkEnd w:id="370"/>
      <w:bookmarkEnd w:id="371"/>
      <w:bookmarkEnd w:id="372"/>
      <w:bookmarkEnd w:id="373"/>
      <w:r w:rsidR="003C4E54" w:rsidRPr="001F4234">
        <w:t>de l’Offre</w:t>
      </w:r>
      <w:bookmarkEnd w:id="374"/>
      <w:bookmarkEnd w:id="375"/>
    </w:p>
    <w:p w14:paraId="0260FD1F" w14:textId="77777777" w:rsidR="008F789E" w:rsidRPr="001F4234" w:rsidRDefault="008F789E" w:rsidP="001F5BA7">
      <w:pPr>
        <w:pStyle w:val="Titre2"/>
      </w:pPr>
      <w:bookmarkStart w:id="377" w:name="_Toc191248"/>
      <w:bookmarkStart w:id="378" w:name="_Toc69280264"/>
      <w:r w:rsidRPr="001F4234">
        <w:t>prérequis</w:t>
      </w:r>
      <w:bookmarkEnd w:id="377"/>
      <w:bookmarkEnd w:id="378"/>
    </w:p>
    <w:p w14:paraId="0D8E4C68" w14:textId="15CB98A0"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81124F">
        <w:t>LAVAL TRÈS HAUT DÉBIT</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77777777" w:rsidR="002A2FFF" w:rsidRPr="001F4234" w:rsidRDefault="002A2FFF" w:rsidP="001F5BA7">
      <w:pPr>
        <w:pStyle w:val="Titre2"/>
      </w:pPr>
      <w:bookmarkStart w:id="379" w:name="_Toc443401473"/>
      <w:bookmarkStart w:id="380" w:name="_Toc191249"/>
      <w:bookmarkStart w:id="381" w:name="_Toc69280265"/>
      <w:r w:rsidRPr="001F4234">
        <w:t>prévisions de commande</w:t>
      </w:r>
      <w:bookmarkEnd w:id="379"/>
      <w:bookmarkEnd w:id="380"/>
      <w:bookmarkEnd w:id="381"/>
    </w:p>
    <w:p w14:paraId="62508527" w14:textId="41110A42"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81124F">
        <w:rPr>
          <w:rFonts w:cs="Arial"/>
        </w:rPr>
        <w:t>LAVAL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w:t>
      </w:r>
      <w:r w:rsidRPr="001F4234">
        <w:rPr>
          <w:rFonts w:cs="Arial"/>
        </w:rPr>
        <w:lastRenderedPageBreak/>
        <w:t xml:space="preserve">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0BDF41A3"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81124F">
        <w:rPr>
          <w:rFonts w:cs="Arial"/>
        </w:rPr>
        <w:t>LAVAL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81124F">
        <w:rPr>
          <w:rFonts w:cs="Arial"/>
        </w:rPr>
        <w:t>LAVAL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1F5BA7">
      <w:pPr>
        <w:pStyle w:val="Titre2"/>
      </w:pPr>
      <w:bookmarkStart w:id="382" w:name="_Toc443561019"/>
      <w:bookmarkStart w:id="383" w:name="_Toc191250"/>
      <w:bookmarkStart w:id="384" w:name="_Toc69280266"/>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205D0D72" w:rsidR="008F789E" w:rsidRPr="001F4234" w:rsidRDefault="0081124F" w:rsidP="00F2655C">
      <w:pPr>
        <w:spacing w:before="120"/>
        <w:jc w:val="both"/>
        <w:rPr>
          <w:rFonts w:cs="Arial"/>
        </w:rPr>
      </w:pPr>
      <w:r>
        <w:rPr>
          <w:rFonts w:cs="Arial"/>
        </w:rPr>
        <w:t>LAVAL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33C286AD"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81124F">
        <w:rPr>
          <w:rFonts w:cs="Arial"/>
        </w:rPr>
        <w:t>LAVAL TRÈS HAUT DÉBIT</w:t>
      </w:r>
      <w:r w:rsidR="00BC0DD3" w:rsidRPr="001F4234">
        <w:rPr>
          <w:rFonts w:cs="Arial"/>
        </w:rPr>
        <w:t xml:space="preserve"> </w:t>
      </w:r>
      <w:r w:rsidRPr="001F4234">
        <w:rPr>
          <w:rFonts w:cs="Arial"/>
        </w:rPr>
        <w:t>dans les cas suivants :</w:t>
      </w:r>
    </w:p>
    <w:p w14:paraId="69AAACB7" w14:textId="70115B50"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81124F">
        <w:t>LAVAL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81124F">
        <w:t>LAVAL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E552F8">
      <w:pPr>
        <w:pStyle w:val="Texte"/>
        <w:numPr>
          <w:ilvl w:val="0"/>
          <w:numId w:val="34"/>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21436565"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81124F">
        <w:t>LAVAL TRÈS HAUT DÉBIT</w:t>
      </w:r>
      <w:r w:rsidR="00BC0DD3" w:rsidRPr="001F4234">
        <w:t xml:space="preserve"> </w:t>
      </w:r>
      <w:r w:rsidR="004D3773" w:rsidRPr="001F4234">
        <w:t>ou qu’elle nécessite une mise en conformité par</w:t>
      </w:r>
      <w:r w:rsidR="00950FBD" w:rsidRPr="001F4234">
        <w:t xml:space="preserve"> </w:t>
      </w:r>
      <w:r w:rsidR="0081124F">
        <w:t>LAVAL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31958718" w14:textId="77777777" w:rsidR="001F5BA7" w:rsidRPr="001F4234" w:rsidRDefault="001F5BA7" w:rsidP="00F2655C">
      <w:pPr>
        <w:pStyle w:val="Texte"/>
      </w:pPr>
    </w:p>
    <w:p w14:paraId="6B668BF0" w14:textId="77777777" w:rsidR="008F789E" w:rsidRPr="001F4234" w:rsidRDefault="008F789E" w:rsidP="001F5BA7">
      <w:pPr>
        <w:pStyle w:val="Titre1"/>
      </w:pPr>
      <w:bookmarkStart w:id="385" w:name="_Toc443561020"/>
      <w:bookmarkStart w:id="386" w:name="_Ref532583747"/>
      <w:bookmarkStart w:id="387" w:name="_Toc191251"/>
      <w:bookmarkStart w:id="388" w:name="_Toc69280267"/>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1F5BA7">
      <w:pPr>
        <w:pStyle w:val="Titre2"/>
      </w:pPr>
      <w:bookmarkStart w:id="389" w:name="_Toc443561022"/>
      <w:bookmarkStart w:id="390" w:name="_Toc191252"/>
      <w:bookmarkStart w:id="391" w:name="_Toc69280268"/>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0F237545"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81124F">
        <w:t>LAVAL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3953C3BF"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81124F">
        <w:t>LAVAL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76BAFF8B"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81124F">
        <w:t>LAVAL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1F5BA7">
      <w:pPr>
        <w:pStyle w:val="Titre30"/>
      </w:pPr>
      <w:bookmarkStart w:id="392" w:name="_Toc191253"/>
      <w:bookmarkStart w:id="393" w:name="_Toc69280269"/>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01D418D0" w:rsidR="009D4A91" w:rsidRPr="001F4234" w:rsidRDefault="0081124F" w:rsidP="00EC5830">
      <w:pPr>
        <w:pStyle w:val="Texte"/>
      </w:pPr>
      <w:r>
        <w:t>LAVAL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6AD5A69D"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81124F">
        <w:t>LAVAL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59E64003"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81124F">
        <w:t>LAVAL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69577BFD" w:rsidR="009D4A91" w:rsidRPr="001F4234" w:rsidRDefault="0081124F" w:rsidP="00EC5830">
      <w:pPr>
        <w:pStyle w:val="Texte"/>
      </w:pPr>
      <w:r>
        <w:t>LAVAL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LAVAL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198BD913"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81124F">
        <w:t>LAVAL TRÈS HAUT DÉBIT</w:t>
      </w:r>
      <w:r w:rsidR="00A00186" w:rsidRPr="001F4234">
        <w:t xml:space="preserve"> </w:t>
      </w:r>
      <w:r w:rsidRPr="001F4234">
        <w:t xml:space="preserve">est réalisée sur devis. </w:t>
      </w:r>
    </w:p>
    <w:p w14:paraId="00B5D1D9" w14:textId="7643389C"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81124F">
        <w:t>LAVAL TRÈS HAUT DÉBIT</w:t>
      </w:r>
      <w:r w:rsidRPr="001F4234">
        <w:t xml:space="preserve">, hors garantie de bon fonctionnement, sera réalisée sur devis accepté par l’Opérateur après étude technique de faisabilité. </w:t>
      </w:r>
    </w:p>
    <w:p w14:paraId="5A401100" w14:textId="1BB0010F" w:rsidR="009D4A91" w:rsidRPr="001F4234" w:rsidRDefault="009D4A91" w:rsidP="00F2655C">
      <w:pPr>
        <w:pStyle w:val="Texte"/>
      </w:pPr>
      <w:r w:rsidRPr="001F4234">
        <w:t>En cas de défaillance du câblage installé par</w:t>
      </w:r>
      <w:r w:rsidR="00950FBD" w:rsidRPr="001F4234">
        <w:t xml:space="preserve"> </w:t>
      </w:r>
      <w:r w:rsidR="0081124F">
        <w:t>LAVAL TRÈS HAUT DÉBIT</w:t>
      </w:r>
      <w:r w:rsidRPr="001F4234">
        <w:t xml:space="preserve">, les engagements contractuels </w:t>
      </w:r>
      <w:r w:rsidR="00A00186" w:rsidRPr="001F4234">
        <w:t>de</w:t>
      </w:r>
      <w:r w:rsidR="00950FBD" w:rsidRPr="001F4234">
        <w:t xml:space="preserve"> </w:t>
      </w:r>
      <w:r w:rsidR="0081124F">
        <w:t>LAVAL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1F5BA7">
      <w:pPr>
        <w:pStyle w:val="Titre30"/>
      </w:pPr>
      <w:bookmarkStart w:id="394" w:name="_Toc443561023"/>
      <w:bookmarkStart w:id="395" w:name="_Toc191254"/>
      <w:bookmarkStart w:id="396" w:name="_Toc69280270"/>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BD7AAA">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7C2D843D" w:rsidR="008F789E" w:rsidRPr="001F4234" w:rsidRDefault="0081124F" w:rsidP="00EC5830">
      <w:pPr>
        <w:pStyle w:val="Texte"/>
      </w:pPr>
      <w:r>
        <w:t>LAVAL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LAVAL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43DFD3A8" w:rsidR="00734D6F" w:rsidRPr="001F4234" w:rsidRDefault="001F5BA7" w:rsidP="00F2655C">
      <w:pPr>
        <w:pStyle w:val="Texte"/>
      </w:pPr>
      <w:r>
        <w:br w:type="page"/>
      </w:r>
      <w:r w:rsidR="00734D6F" w:rsidRPr="001F4234">
        <w:lastRenderedPageBreak/>
        <w:t>Le délai standard diffère suivant l’éligibilité de l’adresse </w:t>
      </w:r>
      <w:r w:rsidR="005E4304" w:rsidRPr="001F4234">
        <w:t>et le POC réalisé</w:t>
      </w:r>
      <w:r w:rsidR="008C540A" w:rsidRPr="001F4234">
        <w:t xml:space="preserve"> </w:t>
      </w:r>
      <w:r w:rsidR="00734D6F"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77777777" w:rsidR="00F52D54" w:rsidRPr="001D0DAC" w:rsidRDefault="00F52D54" w:rsidP="00F52D54">
      <w:pPr>
        <w:pStyle w:val="Texte"/>
        <w:numPr>
          <w:ilvl w:val="0"/>
          <w:numId w:val="34"/>
        </w:numPr>
      </w:pPr>
      <w:r w:rsidRPr="001D0DAC">
        <w:t>délai pour un Accès à une adresse éligible avec réseau partiellement déployé : 65 jours calendaires ;</w:t>
      </w:r>
      <w:r w:rsidRPr="001D0DAC" w:rsidDel="00293B82">
        <w:t xml:space="preserve"> </w:t>
      </w:r>
    </w:p>
    <w:p w14:paraId="07B8F62B" w14:textId="0D3126B5" w:rsidR="00F52D54" w:rsidRPr="001D0DAC" w:rsidRDefault="00F52D54" w:rsidP="00F52D54">
      <w:pPr>
        <w:pStyle w:val="Texte"/>
        <w:numPr>
          <w:ilvl w:val="0"/>
          <w:numId w:val="34"/>
        </w:numPr>
      </w:pPr>
      <w:r w:rsidRPr="001D0DAC">
        <w:t xml:space="preserve">délai pour un Accès à une adresse éligible avec réseau partiellement déployé du programme </w:t>
      </w:r>
      <w:r w:rsidR="007E534B">
        <w:t>d’extension</w:t>
      </w:r>
      <w:r w:rsidRPr="001D0DAC">
        <w:t> : 1</w:t>
      </w:r>
      <w:r w:rsidR="007A529F">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BD7AAA">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1B07E262" w:rsidR="004E0132" w:rsidRDefault="004E0132" w:rsidP="00A9465A">
      <w:pPr>
        <w:pStyle w:val="Texte"/>
        <w:numPr>
          <w:ilvl w:val="0"/>
          <w:numId w:val="34"/>
        </w:numPr>
      </w:pPr>
      <w:r>
        <w:t xml:space="preserve">la desserte interne est réalisée par </w:t>
      </w:r>
      <w:r w:rsidR="0081124F">
        <w:t>LAVAL TRÈS HAUT DÉBIT</w:t>
      </w:r>
      <w:r>
        <w:t xml:space="preserve"> sur devis.</w:t>
      </w:r>
    </w:p>
    <w:p w14:paraId="18847B48" w14:textId="77777777" w:rsidR="00BD7AAA" w:rsidRPr="001F4234" w:rsidRDefault="00BD7AAA" w:rsidP="00A9465A">
      <w:pPr>
        <w:pStyle w:val="Texte"/>
        <w:numPr>
          <w:ilvl w:val="0"/>
          <w:numId w:val="34"/>
        </w:numPr>
      </w:pPr>
    </w:p>
    <w:p w14:paraId="32985EE3" w14:textId="77777777" w:rsidR="008F789E" w:rsidRPr="001F4234" w:rsidRDefault="0097146F" w:rsidP="001F5BA7">
      <w:pPr>
        <w:pStyle w:val="Titre30"/>
      </w:pPr>
      <w:bookmarkStart w:id="400" w:name="_Toc191255"/>
      <w:bookmarkStart w:id="401" w:name="_Toc69280271"/>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17541C1C" w:rsidR="008F789E" w:rsidRPr="00BD7AAA" w:rsidRDefault="0097146F" w:rsidP="00BD7AAA">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81124F">
        <w:t>LAVAL TRÈS HAUT DÉBIT</w:t>
      </w:r>
    </w:p>
    <w:p w14:paraId="15136018" w14:textId="5FD47FA1"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81124F">
        <w:t>LAVAL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58BCE8F7"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81124F">
        <w:t>LAVAL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3DBA6CA6" w:rsidR="008F789E" w:rsidRPr="001F4234" w:rsidRDefault="00BD7AAA" w:rsidP="00EC5830">
      <w:pPr>
        <w:pStyle w:val="Texte"/>
      </w:pPr>
      <w:r>
        <w:br w:type="page"/>
      </w:r>
      <w:r w:rsidR="008F789E" w:rsidRPr="001F4234">
        <w:lastRenderedPageBreak/>
        <w:t>Les pénalités ne sont pas dues lorsque le non-respect de la</w:t>
      </w:r>
      <w:r w:rsidR="00F04DA9" w:rsidRPr="001F4234">
        <w:t xml:space="preserve"> date</w:t>
      </w:r>
      <w:r w:rsidR="008F789E"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2200BD2D"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81124F">
        <w:t>LAVAL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14FD63E1"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81124F">
        <w:rPr>
          <w:rFonts w:ascii="Helvetica 55 Roman" w:hAnsi="Helvetica 55 Roman"/>
          <w:color w:val="000000"/>
        </w:rPr>
        <w:t>LAVAL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BD7AAA">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4A75D74A"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81124F">
        <w:t>LAVAL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0226C6EF"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81124F">
        <w:t>LAVAL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81124F">
        <w:t>LAVAL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81124F">
        <w:t>LAVAL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81124F">
        <w:t>LAVAL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33E6E117" w:rsidR="00212EFB" w:rsidRDefault="00212EFB" w:rsidP="00EC5830">
      <w:pPr>
        <w:pStyle w:val="Texte"/>
      </w:pPr>
      <w:r w:rsidRPr="001F4234">
        <w:t>En cas d’impossibilité pour</w:t>
      </w:r>
      <w:r w:rsidR="00950FBD" w:rsidRPr="001F4234">
        <w:t xml:space="preserve"> </w:t>
      </w:r>
      <w:r w:rsidR="0081124F">
        <w:t>LAVAL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B55FF74" w14:textId="77777777" w:rsidR="00BD7AAA" w:rsidRPr="001F4234" w:rsidRDefault="00BD7AAA" w:rsidP="00EC5830">
      <w:pPr>
        <w:pStyle w:val="Texte"/>
      </w:pPr>
    </w:p>
    <w:p w14:paraId="34AC5F46" w14:textId="77777777" w:rsidR="008F789E" w:rsidRPr="001F4234" w:rsidRDefault="0097146F" w:rsidP="001F5BA7">
      <w:pPr>
        <w:pStyle w:val="Titre30"/>
      </w:pPr>
      <w:bookmarkStart w:id="402" w:name="_Toc443561025"/>
      <w:bookmarkStart w:id="403" w:name="_Ref532577105"/>
      <w:bookmarkStart w:id="404" w:name="_Toc191256"/>
      <w:bookmarkStart w:id="405" w:name="_Toc69280272"/>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6F48B564"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81124F">
        <w:rPr>
          <w:rFonts w:cs="Arial"/>
        </w:rPr>
        <w:t>LAVAL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47B7E958" w14:textId="77777777" w:rsidR="00BD7AAA" w:rsidRDefault="00BD7AAA" w:rsidP="00F2655C">
      <w:pPr>
        <w:spacing w:before="120"/>
        <w:jc w:val="both"/>
        <w:rPr>
          <w:rFonts w:cs="Arial"/>
        </w:rPr>
      </w:pPr>
    </w:p>
    <w:p w14:paraId="641B6718" w14:textId="6D35E5A5" w:rsidR="008F789E" w:rsidRPr="001F4234" w:rsidRDefault="008F789E" w:rsidP="00F2655C">
      <w:pPr>
        <w:spacing w:before="120"/>
        <w:jc w:val="both"/>
        <w:rPr>
          <w:rFonts w:cs="Arial"/>
        </w:rPr>
      </w:pPr>
      <w:r w:rsidRPr="001F4234">
        <w:rPr>
          <w:rFonts w:cs="Arial"/>
        </w:rPr>
        <w:lastRenderedPageBreak/>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30828929"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81124F">
        <w:t>LAVAL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6CD39295"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81124F">
        <w:t>LAVAL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6616079"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81124F">
        <w:t>LAVAL TRÈS HAUT DÉBIT</w:t>
      </w:r>
      <w:r w:rsidRPr="001F4234">
        <w:t>.</w:t>
      </w:r>
      <w:r w:rsidR="00950FBD" w:rsidRPr="001F4234">
        <w:t xml:space="preserve"> </w:t>
      </w:r>
      <w:r w:rsidR="0081124F">
        <w:t>LAVAL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757FBF4A" w:rsidR="00B00CC4" w:rsidRDefault="0081124F" w:rsidP="00F2655C">
      <w:pPr>
        <w:spacing w:before="120"/>
        <w:jc w:val="both"/>
        <w:rPr>
          <w:rFonts w:cs="Arial"/>
          <w:bCs/>
        </w:rPr>
      </w:pPr>
      <w:r>
        <w:rPr>
          <w:rFonts w:cs="Arial"/>
        </w:rPr>
        <w:t>LAVAL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40DA706B" w14:textId="77777777" w:rsidR="00BD7AAA" w:rsidRPr="001F4234" w:rsidRDefault="00BD7AAA" w:rsidP="00F2655C">
      <w:pPr>
        <w:spacing w:before="120"/>
        <w:jc w:val="both"/>
        <w:rPr>
          <w:rFonts w:cs="Arial"/>
          <w:bCs/>
        </w:rPr>
      </w:pPr>
    </w:p>
    <w:p w14:paraId="0CAE4DB1" w14:textId="77777777" w:rsidR="008F789E" w:rsidRPr="001F4234" w:rsidRDefault="0097146F" w:rsidP="001F5BA7">
      <w:pPr>
        <w:pStyle w:val="Titre30"/>
      </w:pPr>
      <w:bookmarkStart w:id="406" w:name="_Toc443561026"/>
      <w:bookmarkStart w:id="407" w:name="_Toc191257"/>
      <w:bookmarkStart w:id="408" w:name="_Toc69280273"/>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1BD5AEB2"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81124F">
        <w:rPr>
          <w:rFonts w:cs="Arial"/>
          <w:bCs/>
        </w:rPr>
        <w:t>LAVAL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81124F">
        <w:rPr>
          <w:rFonts w:cs="Arial"/>
          <w:bCs/>
        </w:rPr>
        <w:t>LAVAL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81124F">
        <w:rPr>
          <w:rFonts w:cs="Arial"/>
          <w:bCs/>
        </w:rPr>
        <w:t>LAVAL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788964C1"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81124F">
        <w:rPr>
          <w:rFonts w:cs="Arial"/>
          <w:bCs/>
        </w:rPr>
        <w:t>LAVAL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49EB4064" w14:textId="77777777" w:rsidR="00BD7AAA" w:rsidRPr="001F4234" w:rsidRDefault="00BD7AAA" w:rsidP="00F2655C">
      <w:pPr>
        <w:spacing w:before="120"/>
        <w:jc w:val="both"/>
        <w:rPr>
          <w:rFonts w:cs="Arial"/>
          <w:bCs/>
        </w:rPr>
      </w:pPr>
    </w:p>
    <w:p w14:paraId="3714CC32" w14:textId="77777777" w:rsidR="008F789E" w:rsidRPr="001F4234" w:rsidRDefault="008F789E" w:rsidP="00BD7AAA">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69280274"/>
      <w:r w:rsidRPr="001F4234">
        <w:lastRenderedPageBreak/>
        <w:t>service après-vente</w:t>
      </w:r>
      <w:bookmarkEnd w:id="409"/>
      <w:bookmarkEnd w:id="410"/>
      <w:bookmarkEnd w:id="411"/>
      <w:bookmarkEnd w:id="412"/>
      <w:bookmarkEnd w:id="413"/>
      <w:bookmarkEnd w:id="414"/>
      <w:bookmarkEnd w:id="415"/>
      <w:bookmarkEnd w:id="416"/>
      <w:bookmarkEnd w:id="417"/>
    </w:p>
    <w:p w14:paraId="33EA7E6B" w14:textId="6CDCCA30"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81124F">
        <w:rPr>
          <w:rFonts w:cs="Arial"/>
          <w:bCs/>
        </w:rPr>
        <w:t>LAVAL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81124F">
        <w:rPr>
          <w:rFonts w:cs="Arial"/>
          <w:bCs/>
        </w:rPr>
        <w:t>LAVAL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81124F">
        <w:rPr>
          <w:rFonts w:cs="Arial"/>
          <w:bCs/>
        </w:rPr>
        <w:t>LAVAL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BD7AAA">
      <w:pPr>
        <w:pStyle w:val="Titre2"/>
      </w:pPr>
      <w:bookmarkStart w:id="418" w:name="_Toc191259"/>
      <w:bookmarkStart w:id="419" w:name="_Toc69280275"/>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20FE8F2C"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81124F">
        <w:rPr>
          <w:rFonts w:cs="Arial"/>
          <w:bCs/>
        </w:rPr>
        <w:t>LAVAL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BD7AAA">
      <w:pPr>
        <w:pStyle w:val="Titre2"/>
      </w:pPr>
      <w:bookmarkStart w:id="420" w:name="_Toc443561035"/>
      <w:bookmarkStart w:id="421" w:name="_Toc191260"/>
      <w:bookmarkStart w:id="422" w:name="_Toc69280276"/>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59C7A31A"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81124F">
        <w:rPr>
          <w:rFonts w:cs="Arial"/>
          <w:bCs/>
        </w:rPr>
        <w:t>LAVAL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BD7AAA">
      <w:pPr>
        <w:pStyle w:val="Titre2"/>
      </w:pPr>
      <w:bookmarkStart w:id="423" w:name="_Toc191261"/>
      <w:bookmarkStart w:id="424" w:name="_Toc69280277"/>
      <w:r w:rsidRPr="001F4234">
        <w:t>disponibilité annuelle stan</w:t>
      </w:r>
      <w:r w:rsidR="00B51035" w:rsidRPr="001F4234">
        <w:t>dard d’un Accès</w:t>
      </w:r>
      <w:bookmarkEnd w:id="423"/>
      <w:bookmarkEnd w:id="424"/>
      <w:r w:rsidRPr="001F4234">
        <w:t xml:space="preserve"> </w:t>
      </w:r>
    </w:p>
    <w:p w14:paraId="1FA878A0" w14:textId="6DCD7B76" w:rsidR="005F21F5" w:rsidRPr="001F4234" w:rsidRDefault="0081124F" w:rsidP="00EC5830">
      <w:pPr>
        <w:spacing w:before="120"/>
        <w:jc w:val="both"/>
        <w:rPr>
          <w:rFonts w:cs="Arial"/>
          <w:bCs/>
        </w:rPr>
      </w:pPr>
      <w:r>
        <w:rPr>
          <w:rFonts w:cs="Arial"/>
        </w:rPr>
        <w:t>LAVAL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2F570CB0" w:rsidR="008B6618" w:rsidRPr="001F4234" w:rsidRDefault="0081124F" w:rsidP="00F2655C">
      <w:pPr>
        <w:pStyle w:val="Texte"/>
        <w:rPr>
          <w:bCs/>
        </w:rPr>
      </w:pPr>
      <w:r>
        <w:t>LAVAL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BD7AAA">
      <w:pPr>
        <w:pStyle w:val="Titre2"/>
      </w:pPr>
      <w:bookmarkStart w:id="425" w:name="_Toc492992403"/>
      <w:bookmarkStart w:id="426" w:name="_Toc191262"/>
      <w:bookmarkStart w:id="427" w:name="_Toc69280278"/>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2C9F15C7" w:rsidR="0031402E" w:rsidRPr="001F4234" w:rsidRDefault="0081124F" w:rsidP="00EC5830">
      <w:pPr>
        <w:spacing w:before="120"/>
        <w:jc w:val="both"/>
        <w:rPr>
          <w:rFonts w:cs="Arial"/>
          <w:bCs/>
        </w:rPr>
      </w:pPr>
      <w:r>
        <w:rPr>
          <w:rFonts w:cs="Arial"/>
        </w:rPr>
        <w:t>LAVAL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lastRenderedPageBreak/>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753DE620"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81124F">
        <w:rPr>
          <w:rFonts w:cs="Arial"/>
        </w:rPr>
        <w:t>LAVAL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6CB48836" w:rsidR="008F789E" w:rsidRPr="001F4234" w:rsidRDefault="008F789E" w:rsidP="00BD7AAA">
      <w:pPr>
        <w:pStyle w:val="Titre2"/>
      </w:pPr>
      <w:bookmarkStart w:id="429" w:name="_Toc443561039"/>
      <w:bookmarkStart w:id="430" w:name="_Toc191263"/>
      <w:bookmarkStart w:id="431" w:name="_Toc69280279"/>
      <w:r w:rsidRPr="001F4234">
        <w:t xml:space="preserve">conditions requises pour la mise en œuvre des engagements </w:t>
      </w:r>
      <w:bookmarkEnd w:id="429"/>
      <w:r w:rsidR="00950FBD" w:rsidRPr="001F4234">
        <w:t xml:space="preserve">de </w:t>
      </w:r>
      <w:bookmarkEnd w:id="430"/>
      <w:r w:rsidR="0081124F">
        <w:t>LAVAL TRÈS HAUT DÉBIT</w:t>
      </w:r>
      <w:bookmarkEnd w:id="431"/>
    </w:p>
    <w:p w14:paraId="66A95C24" w14:textId="43D4FA01" w:rsidR="008F789E" w:rsidRPr="001F4234" w:rsidRDefault="008F789E" w:rsidP="00F2655C">
      <w:pPr>
        <w:pStyle w:val="Texte"/>
      </w:pPr>
      <w:r w:rsidRPr="001F4234">
        <w:t xml:space="preserve">L'engagement </w:t>
      </w:r>
      <w:r w:rsidR="00950FBD" w:rsidRPr="001F4234">
        <w:t xml:space="preserve">de </w:t>
      </w:r>
      <w:r w:rsidR="0081124F">
        <w:t>LAVAL TRÈS HAUT DÉBIT</w:t>
      </w:r>
      <w:r w:rsidR="003F1196" w:rsidRPr="001F4234">
        <w:t xml:space="preserve"> </w:t>
      </w:r>
      <w:r w:rsidRPr="001F4234">
        <w:t>couvre toute interruption absolue de l’Offre dont le caractère continu est constaté par</w:t>
      </w:r>
      <w:r w:rsidR="00950FBD" w:rsidRPr="001F4234">
        <w:t xml:space="preserve"> </w:t>
      </w:r>
      <w:r w:rsidR="0081124F">
        <w:t>LAVAL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6127CB9B"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81124F">
        <w:t>LAVAL TRÈS HAUT DÉBIT</w:t>
      </w:r>
      <w:r w:rsidR="003F1196" w:rsidRPr="001F4234">
        <w:t xml:space="preserve"> </w:t>
      </w:r>
      <w:r w:rsidRPr="001F4234">
        <w:t>dans les limites prévues par les STAS.</w:t>
      </w:r>
    </w:p>
    <w:p w14:paraId="5BCBB99F" w14:textId="7148BEB5"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81124F">
        <w:t>LAVAL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598F1FAB"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81124F">
        <w:t>LAVAL TRÈS HAUT DÉBIT</w:t>
      </w:r>
      <w:r w:rsidR="003F1196" w:rsidRPr="001F4234">
        <w:t xml:space="preserve"> </w:t>
      </w:r>
      <w:r w:rsidRPr="001F4234">
        <w:t>tels que décrits ci-dessus,</w:t>
      </w:r>
      <w:r w:rsidR="00950FBD" w:rsidRPr="001F4234">
        <w:t xml:space="preserve"> </w:t>
      </w:r>
      <w:r w:rsidR="0081124F">
        <w:t>LAVAL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E019165"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81124F">
        <w:t>LAVAL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3445FDB2"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81124F">
        <w:t>LAVAL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5089B49F" w:rsidR="00973AC3" w:rsidRPr="001F4234" w:rsidRDefault="0081124F" w:rsidP="00F2655C">
      <w:pPr>
        <w:pStyle w:val="Texte"/>
      </w:pPr>
      <w:r>
        <w:t>LAVAL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1A9D18D4"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81124F">
        <w:t>LAVAL TRÈS HAUT DÉBIT</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5CFBD9E0" w:rsidR="008F789E" w:rsidRPr="001F4234" w:rsidRDefault="008F789E" w:rsidP="00BD7AAA">
      <w:pPr>
        <w:pStyle w:val="Titre2"/>
      </w:pPr>
      <w:bookmarkStart w:id="432" w:name="_Toc443561040"/>
      <w:bookmarkStart w:id="433" w:name="_Toc191264"/>
      <w:bookmarkStart w:id="434" w:name="_Toc69280280"/>
      <w:r w:rsidRPr="001F4234">
        <w:lastRenderedPageBreak/>
        <w:t xml:space="preserve">pénalités à la charge </w:t>
      </w:r>
      <w:bookmarkEnd w:id="432"/>
      <w:r w:rsidR="00950FBD" w:rsidRPr="001F4234">
        <w:t xml:space="preserve">de </w:t>
      </w:r>
      <w:bookmarkEnd w:id="433"/>
      <w:r w:rsidR="0081124F">
        <w:t>LAVAL TRÈS HAUT DÉBIT</w:t>
      </w:r>
      <w:bookmarkEnd w:id="434"/>
    </w:p>
    <w:p w14:paraId="2EC11A21" w14:textId="36FFCD11"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81124F">
        <w:t>LAVAL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0E59060E"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81124F">
        <w:t>LAVAL TRÈS HAUT DÉBIT</w:t>
      </w:r>
      <w:r w:rsidR="003F1196" w:rsidRPr="001F4234">
        <w:t xml:space="preserve"> </w:t>
      </w:r>
      <w:r w:rsidR="0031402E" w:rsidRPr="001F4234">
        <w:t xml:space="preserve">nécessitant une autorisation de tiers extérieur </w:t>
      </w:r>
      <w:r w:rsidR="00950FBD" w:rsidRPr="001F4234">
        <w:t xml:space="preserve">à </w:t>
      </w:r>
      <w:r w:rsidR="0081124F">
        <w:t>LAVAL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73219518"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A619D12" w14:textId="77777777" w:rsidR="00BD7AAA" w:rsidRPr="001F4234" w:rsidRDefault="00BD7AAA" w:rsidP="00EC5830">
      <w:pPr>
        <w:pStyle w:val="Texte"/>
      </w:pPr>
    </w:p>
    <w:p w14:paraId="69757023" w14:textId="77777777" w:rsidR="008F789E" w:rsidRPr="001F4234" w:rsidRDefault="008F789E" w:rsidP="00BD7AAA">
      <w:pPr>
        <w:pStyle w:val="Titre1"/>
      </w:pPr>
      <w:bookmarkStart w:id="435" w:name="_Toc443561041"/>
      <w:bookmarkStart w:id="436" w:name="_Toc191265"/>
      <w:bookmarkStart w:id="437" w:name="_Toc69280281"/>
      <w:r w:rsidRPr="001F4234">
        <w:t>modifications de l’Offre</w:t>
      </w:r>
      <w:bookmarkEnd w:id="435"/>
      <w:bookmarkEnd w:id="436"/>
      <w:bookmarkEnd w:id="437"/>
    </w:p>
    <w:p w14:paraId="595BE121" w14:textId="1A09ED62" w:rsidR="008F789E" w:rsidRPr="001F4234" w:rsidRDefault="0081124F" w:rsidP="00F2655C">
      <w:pPr>
        <w:pStyle w:val="Texte"/>
      </w:pPr>
      <w:r>
        <w:t>LAVAL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BD7AAA">
      <w:pPr>
        <w:pStyle w:val="Titre2"/>
      </w:pPr>
      <w:bookmarkStart w:id="438" w:name="_Toc191266"/>
      <w:bookmarkStart w:id="439" w:name="_Toc69280282"/>
      <w:r w:rsidRPr="001F4234">
        <w:lastRenderedPageBreak/>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BD7AAA">
      <w:pPr>
        <w:pStyle w:val="Titre2"/>
      </w:pPr>
      <w:bookmarkStart w:id="440" w:name="_Toc443561045"/>
      <w:bookmarkStart w:id="441" w:name="_Toc191267"/>
      <w:bookmarkStart w:id="442" w:name="_Toc69280283"/>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1E81510B" w:rsidR="008F789E" w:rsidRPr="001F4234" w:rsidRDefault="0081124F" w:rsidP="00F2655C">
      <w:pPr>
        <w:pStyle w:val="Texte"/>
      </w:pPr>
      <w:r>
        <w:t>LAVAL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016FE3F2" w:rsidR="008F789E"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3C885B0F" w14:textId="77777777" w:rsidR="00BD7AAA" w:rsidRPr="001F4234" w:rsidRDefault="00BD7AAA" w:rsidP="00EC5830">
      <w:pPr>
        <w:pStyle w:val="Texte"/>
        <w:numPr>
          <w:ilvl w:val="0"/>
          <w:numId w:val="34"/>
        </w:numPr>
      </w:pPr>
    </w:p>
    <w:p w14:paraId="51001991" w14:textId="77777777" w:rsidR="008F789E" w:rsidRPr="001F4234" w:rsidRDefault="008F789E" w:rsidP="00BD7AAA">
      <w:pPr>
        <w:pStyle w:val="Titre1"/>
      </w:pPr>
      <w:bookmarkStart w:id="443" w:name="_Toc443561046"/>
      <w:bookmarkStart w:id="444" w:name="_Toc191268"/>
      <w:bookmarkStart w:id="445" w:name="_Toc69280284"/>
      <w:r w:rsidRPr="001F4234">
        <w:t>centralisation des commandes et de la gestion</w:t>
      </w:r>
      <w:bookmarkEnd w:id="443"/>
      <w:bookmarkEnd w:id="444"/>
      <w:bookmarkEnd w:id="445"/>
      <w:r w:rsidRPr="001F4234">
        <w:t xml:space="preserve"> </w:t>
      </w:r>
    </w:p>
    <w:p w14:paraId="0BE1A28D" w14:textId="3F598EFD" w:rsidR="008F789E" w:rsidRPr="001F4234" w:rsidRDefault="008F789E" w:rsidP="00F2655C">
      <w:pPr>
        <w:pStyle w:val="Texte"/>
      </w:pPr>
      <w:r w:rsidRPr="001F4234">
        <w:t>La mise en œuvre de l’Offre suppose une gestion centralisée par</w:t>
      </w:r>
      <w:r w:rsidR="00950FBD" w:rsidRPr="001F4234">
        <w:t xml:space="preserve"> </w:t>
      </w:r>
      <w:r w:rsidR="0081124F">
        <w:t>LAVAL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81124F">
        <w:t>LAVAL TRÈS HAUT DÉBIT</w:t>
      </w:r>
      <w:r w:rsidR="00327D3F" w:rsidRPr="001F4234">
        <w:t xml:space="preserve"> </w:t>
      </w:r>
      <w:r w:rsidRPr="001F4234">
        <w:t>dans le bon de commande.</w:t>
      </w:r>
    </w:p>
    <w:p w14:paraId="6A25AAA6" w14:textId="561A255E"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4186110" w14:textId="77777777" w:rsidR="00BD7AAA" w:rsidRPr="001F4234" w:rsidRDefault="00BD7AAA" w:rsidP="00EC5830">
      <w:pPr>
        <w:pStyle w:val="Texte"/>
      </w:pPr>
    </w:p>
    <w:p w14:paraId="4210A1AF" w14:textId="51E3F5BC" w:rsidR="002D151E" w:rsidRPr="001F4234" w:rsidRDefault="002D151E" w:rsidP="00BD7AAA">
      <w:pPr>
        <w:pStyle w:val="Titre1"/>
      </w:pPr>
      <w:bookmarkStart w:id="446" w:name="_Toc191269"/>
      <w:bookmarkStart w:id="447" w:name="_Toc69280285"/>
      <w:r w:rsidRPr="001F4234">
        <w:t xml:space="preserve">évolution du réseau </w:t>
      </w:r>
      <w:r w:rsidR="00950FBD" w:rsidRPr="001F4234">
        <w:t xml:space="preserve">de </w:t>
      </w:r>
      <w:bookmarkEnd w:id="446"/>
      <w:r w:rsidR="0081124F">
        <w:t>LAVAL TRÈS HAUT DÉBIT</w:t>
      </w:r>
      <w:bookmarkEnd w:id="447"/>
    </w:p>
    <w:p w14:paraId="08D59227" w14:textId="77777777" w:rsidR="002D151E" w:rsidRPr="001F4234" w:rsidRDefault="002D151E" w:rsidP="00BD7AAA">
      <w:pPr>
        <w:pStyle w:val="Titre2"/>
      </w:pPr>
      <w:bookmarkStart w:id="448" w:name="_Toc191270"/>
      <w:bookmarkStart w:id="449" w:name="_Toc69280286"/>
      <w:r w:rsidRPr="001F4234">
        <w:t>modifications des conditions de fourniture</w:t>
      </w:r>
      <w:bookmarkEnd w:id="448"/>
      <w:bookmarkEnd w:id="449"/>
      <w:r w:rsidRPr="001F4234">
        <w:t xml:space="preserve"> </w:t>
      </w:r>
    </w:p>
    <w:p w14:paraId="045485EA" w14:textId="768291BB"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81124F">
        <w:t>LAVAL TRÈS HAUT DÉBIT</w:t>
      </w:r>
      <w:r w:rsidR="003F1196" w:rsidRPr="001F4234">
        <w:t xml:space="preserve"> </w:t>
      </w:r>
      <w:r w:rsidRPr="001F4234">
        <w:t>peuvent faire l'objet d'évolutions par</w:t>
      </w:r>
      <w:r w:rsidR="00950FBD" w:rsidRPr="001F4234">
        <w:t xml:space="preserve"> </w:t>
      </w:r>
      <w:r w:rsidR="0081124F">
        <w:t>LAVAL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81124F">
        <w:t>LAVAL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BD7AAA">
      <w:pPr>
        <w:pStyle w:val="Titre2"/>
      </w:pPr>
      <w:bookmarkStart w:id="450" w:name="_Toc191271"/>
      <w:bookmarkStart w:id="451" w:name="_Toc69280287"/>
      <w:r w:rsidRPr="001F4234">
        <w:lastRenderedPageBreak/>
        <w:t xml:space="preserve">fermeture d'un </w:t>
      </w:r>
      <w:r w:rsidR="00B45382">
        <w:t>PM</w:t>
      </w:r>
      <w:bookmarkEnd w:id="450"/>
      <w:bookmarkEnd w:id="451"/>
      <w:r w:rsidRPr="001F4234">
        <w:t xml:space="preserve"> </w:t>
      </w:r>
    </w:p>
    <w:p w14:paraId="5F22453E" w14:textId="05CFBD89" w:rsidR="002D151E" w:rsidRDefault="002D151E" w:rsidP="00EC5830">
      <w:pPr>
        <w:pStyle w:val="Texte"/>
      </w:pPr>
      <w:r w:rsidRPr="001F4234">
        <w:t xml:space="preserve">En cas de fermeture d'un </w:t>
      </w:r>
      <w:r w:rsidR="00B45382">
        <w:t>PM</w:t>
      </w:r>
      <w:r w:rsidRPr="001F4234">
        <w:t>,</w:t>
      </w:r>
      <w:r w:rsidR="00950FBD" w:rsidRPr="001F4234">
        <w:t xml:space="preserve"> </w:t>
      </w:r>
      <w:r w:rsidR="0081124F">
        <w:t>LAVAL TRÈS HAUT DÉBIT</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81124F">
        <w:t>LAVAL TRÈS HAUT DÉBIT</w:t>
      </w:r>
      <w:r w:rsidRPr="001F4234">
        <w:t xml:space="preserve"> sur ledit </w:t>
      </w:r>
      <w:r w:rsidR="00B45382">
        <w:t>PM</w:t>
      </w:r>
      <w:r w:rsidRPr="001F4234">
        <w:t>.</w:t>
      </w:r>
    </w:p>
    <w:p w14:paraId="0DA6EBF7" w14:textId="77777777" w:rsidR="00BD7AAA" w:rsidRPr="001F4234" w:rsidRDefault="00BD7AAA" w:rsidP="00EC5830">
      <w:pPr>
        <w:pStyle w:val="Texte"/>
      </w:pPr>
    </w:p>
    <w:p w14:paraId="40C731EB" w14:textId="77777777" w:rsidR="00705B8C" w:rsidRPr="001F4234" w:rsidRDefault="00705B8C" w:rsidP="00BD7AAA">
      <w:pPr>
        <w:pStyle w:val="Titre1"/>
      </w:pPr>
      <w:bookmarkStart w:id="452" w:name="_Toc191272"/>
      <w:bookmarkStart w:id="453" w:name="_Toc69280288"/>
      <w:r w:rsidRPr="001F4234">
        <w:t>durée et</w:t>
      </w:r>
      <w:r w:rsidR="00F04DA9" w:rsidRPr="001F4234">
        <w:t xml:space="preserve"> date</w:t>
      </w:r>
      <w:r w:rsidRPr="001F4234">
        <w:t xml:space="preserve"> d’effet</w:t>
      </w:r>
      <w:bookmarkEnd w:id="452"/>
      <w:bookmarkEnd w:id="453"/>
    </w:p>
    <w:p w14:paraId="155F14ED" w14:textId="7BBD50BC"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28CF4651" w14:textId="77777777" w:rsidR="00BD7AAA" w:rsidRPr="001F4234" w:rsidRDefault="00BD7AAA" w:rsidP="00EC5830">
      <w:pPr>
        <w:pStyle w:val="Texte"/>
      </w:pPr>
    </w:p>
    <w:p w14:paraId="7BB28516" w14:textId="77777777" w:rsidR="00A0643A" w:rsidRPr="001F4234" w:rsidRDefault="00A0643A" w:rsidP="00BD7AAA">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69280289"/>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F4234">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0A47DAE8" w:rsidR="00A0643A" w:rsidRDefault="00A0643A" w:rsidP="00F2655C">
      <w:pPr>
        <w:pStyle w:val="Texte"/>
      </w:pPr>
      <w:r w:rsidRPr="001F4234">
        <w:t>Les prix peuvent être modifiés selon les modalités précisées dans les Conditions Générales.</w:t>
      </w:r>
    </w:p>
    <w:p w14:paraId="01A59F45" w14:textId="77777777" w:rsidR="00BD7AAA" w:rsidRPr="001F4234" w:rsidRDefault="00BD7AAA" w:rsidP="00F2655C">
      <w:pPr>
        <w:pStyle w:val="Texte"/>
      </w:pPr>
    </w:p>
    <w:p w14:paraId="54C033E5" w14:textId="77777777" w:rsidR="00A0643A" w:rsidRPr="001F4234" w:rsidRDefault="00A0643A" w:rsidP="00BD7AAA">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69280290"/>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F4234">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BD7AAA">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69280291"/>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BD7AAA">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69280292"/>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503B7C80"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81124F">
        <w:t>LAVAL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 xml:space="preserve">mois à compter de l’envoi de la </w:t>
      </w:r>
      <w:r w:rsidRPr="001F4234">
        <w:lastRenderedPageBreak/>
        <w:t>notification, soit l’</w:t>
      </w:r>
      <w:r w:rsidR="00A040FF" w:rsidRPr="001F4234">
        <w:t>Opérateur</w:t>
      </w:r>
      <w:r w:rsidRPr="001F4234">
        <w:t xml:space="preserve"> signale qu’il annule sa commande auquel cas</w:t>
      </w:r>
      <w:r w:rsidR="00950FBD" w:rsidRPr="001F4234">
        <w:t xml:space="preserve"> </w:t>
      </w:r>
      <w:r w:rsidR="0081124F">
        <w:t>LAVAL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81124F">
        <w:t>LAVAL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81124F">
        <w:t>LAVAL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BD7AAA">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69280293"/>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24020138"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81124F">
        <w:t>LAVAL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63DF7FB8" w14:textId="393A1846" w:rsidR="00A0643A" w:rsidRPr="001F4234" w:rsidRDefault="001B7082" w:rsidP="00F2655C">
      <w:pPr>
        <w:pStyle w:val="Texte"/>
      </w:pPr>
      <w:r w:rsidRPr="001F4234">
        <w:t>La résiliation d’un Accès entraîne la résiliation des options qui lui sont attachées.</w:t>
      </w:r>
    </w:p>
    <w:bookmarkEnd w:id="533"/>
    <w:sectPr w:rsidR="00A0643A"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E534B">
      <w:rPr>
        <w:bCs/>
        <w:noProof/>
        <w:sz w:val="16"/>
        <w:szCs w:val="16"/>
      </w:rPr>
      <w:t>8</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E534B">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5F53578A" w:rsidR="00A07D6D" w:rsidRPr="0081124F" w:rsidRDefault="0081124F" w:rsidP="0081124F">
    <w:pPr>
      <w:pStyle w:val="En-tte"/>
    </w:pPr>
    <w:r>
      <w:rPr>
        <w:noProof/>
      </w:rPr>
      <w:drawing>
        <wp:inline distT="0" distB="0" distL="0" distR="0" wp14:anchorId="1B523302" wp14:editId="221738DC">
          <wp:extent cx="1775460"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val Thd.png"/>
                  <pic:cNvPicPr/>
                </pic:nvPicPr>
                <pic:blipFill>
                  <a:blip r:embed="rId1">
                    <a:extLst>
                      <a:ext uri="{28A0092B-C50C-407E-A947-70E740481C1C}">
                        <a14:useLocalDpi xmlns:a14="http://schemas.microsoft.com/office/drawing/2010/main" val="0"/>
                      </a:ext>
                    </a:extLst>
                  </a:blip>
                  <a:stretch>
                    <a:fillRect/>
                  </a:stretch>
                </pic:blipFill>
                <pic:spPr>
                  <a:xfrm>
                    <a:off x="0" y="0"/>
                    <a:ext cx="1813267" cy="8365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A02C686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5286553">
    <w:abstractNumId w:val="8"/>
  </w:num>
  <w:num w:numId="2" w16cid:durableId="204827660">
    <w:abstractNumId w:val="3"/>
  </w:num>
  <w:num w:numId="3" w16cid:durableId="861238094">
    <w:abstractNumId w:val="2"/>
  </w:num>
  <w:num w:numId="4" w16cid:durableId="1604072001">
    <w:abstractNumId w:val="1"/>
  </w:num>
  <w:num w:numId="5" w16cid:durableId="1147740954">
    <w:abstractNumId w:val="0"/>
  </w:num>
  <w:num w:numId="6" w16cid:durableId="709040141">
    <w:abstractNumId w:val="9"/>
  </w:num>
  <w:num w:numId="7" w16cid:durableId="331371749">
    <w:abstractNumId w:val="7"/>
  </w:num>
  <w:num w:numId="8" w16cid:durableId="758059452">
    <w:abstractNumId w:val="6"/>
  </w:num>
  <w:num w:numId="9" w16cid:durableId="1682703733">
    <w:abstractNumId w:val="5"/>
  </w:num>
  <w:num w:numId="10" w16cid:durableId="786312001">
    <w:abstractNumId w:val="4"/>
  </w:num>
  <w:num w:numId="11" w16cid:durableId="1294559036">
    <w:abstractNumId w:val="22"/>
  </w:num>
  <w:num w:numId="12" w16cid:durableId="356975434">
    <w:abstractNumId w:val="19"/>
  </w:num>
  <w:num w:numId="13" w16cid:durableId="877469723">
    <w:abstractNumId w:val="12"/>
  </w:num>
  <w:num w:numId="14" w16cid:durableId="1667702617">
    <w:abstractNumId w:val="16"/>
  </w:num>
  <w:num w:numId="15" w16cid:durableId="771752824">
    <w:abstractNumId w:val="26"/>
  </w:num>
  <w:num w:numId="16" w16cid:durableId="68357637">
    <w:abstractNumId w:val="27"/>
  </w:num>
  <w:num w:numId="17" w16cid:durableId="334655014">
    <w:abstractNumId w:val="34"/>
  </w:num>
  <w:num w:numId="18" w16cid:durableId="587034135">
    <w:abstractNumId w:val="18"/>
  </w:num>
  <w:num w:numId="19" w16cid:durableId="1924027638">
    <w:abstractNumId w:val="31"/>
  </w:num>
  <w:num w:numId="20" w16cid:durableId="1860701970">
    <w:abstractNumId w:val="32"/>
  </w:num>
  <w:num w:numId="21" w16cid:durableId="725184328">
    <w:abstractNumId w:val="29"/>
  </w:num>
  <w:num w:numId="22" w16cid:durableId="1089541916">
    <w:abstractNumId w:val="33"/>
  </w:num>
  <w:num w:numId="23" w16cid:durableId="23218651">
    <w:abstractNumId w:val="24"/>
  </w:num>
  <w:num w:numId="24" w16cid:durableId="884557978">
    <w:abstractNumId w:val="20"/>
  </w:num>
  <w:num w:numId="25" w16cid:durableId="2105295058">
    <w:abstractNumId w:val="25"/>
  </w:num>
  <w:num w:numId="26" w16cid:durableId="1525174544">
    <w:abstractNumId w:val="15"/>
  </w:num>
  <w:num w:numId="27" w16cid:durableId="1398091741">
    <w:abstractNumId w:val="11"/>
  </w:num>
  <w:num w:numId="28" w16cid:durableId="519052588">
    <w:abstractNumId w:val="23"/>
  </w:num>
  <w:num w:numId="29" w16cid:durableId="787432991">
    <w:abstractNumId w:val="10"/>
  </w:num>
  <w:num w:numId="30" w16cid:durableId="1957903455">
    <w:abstractNumId w:val="35"/>
  </w:num>
  <w:num w:numId="31" w16cid:durableId="9456884">
    <w:abstractNumId w:val="13"/>
  </w:num>
  <w:num w:numId="32" w16cid:durableId="1061563058">
    <w:abstractNumId w:val="14"/>
  </w:num>
  <w:num w:numId="33" w16cid:durableId="164133744">
    <w:abstractNumId w:val="21"/>
  </w:num>
  <w:num w:numId="34" w16cid:durableId="1950962507">
    <w:abstractNumId w:val="30"/>
  </w:num>
  <w:num w:numId="35" w16cid:durableId="45090339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4759694">
    <w:abstractNumId w:val="36"/>
  </w:num>
  <w:num w:numId="37" w16cid:durableId="258565307">
    <w:abstractNumId w:val="14"/>
  </w:num>
  <w:num w:numId="38" w16cid:durableId="1581017542">
    <w:abstractNumId w:val="22"/>
  </w:num>
  <w:num w:numId="39" w16cid:durableId="2100364455">
    <w:abstractNumId w:val="22"/>
  </w:num>
  <w:num w:numId="40" w16cid:durableId="1135878705">
    <w:abstractNumId w:val="22"/>
  </w:num>
  <w:num w:numId="41" w16cid:durableId="134224221">
    <w:abstractNumId w:val="30"/>
  </w:num>
  <w:num w:numId="42" w16cid:durableId="423310423">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059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BA7"/>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29F"/>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34B"/>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24F"/>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AAA"/>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284"/>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1F5BA7"/>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1F5BA7"/>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1F5BA7"/>
    <w:pPr>
      <w:keepNext/>
      <w:numPr>
        <w:ilvl w:val="2"/>
        <w:numId w:val="11"/>
      </w:numPr>
      <w:spacing w:before="120" w:after="120"/>
      <w:ind w:left="284"/>
      <w:jc w:val="both"/>
      <w:outlineLvl w:val="2"/>
    </w:pPr>
    <w:rPr>
      <w:rFonts w:cs="Arial"/>
      <w:b/>
      <w:bCs/>
      <w:sz w:val="24"/>
      <w:szCs w:val="26"/>
    </w:rPr>
  </w:style>
  <w:style w:type="paragraph" w:styleId="Titre4">
    <w:name w:val="heading 4"/>
    <w:aliases w:val="4,F,H41,H42,H43,h4"/>
    <w:basedOn w:val="Normal"/>
    <w:next w:val="Texte"/>
    <w:autoRedefine/>
    <w:qFormat/>
    <w:rsid w:val="00BD7AAA"/>
    <w:pPr>
      <w:keepNext/>
      <w:numPr>
        <w:ilvl w:val="3"/>
        <w:numId w:val="11"/>
      </w:numPr>
      <w:tabs>
        <w:tab w:val="left" w:pos="1134"/>
      </w:tabs>
      <w:spacing w:before="6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F5BA7"/>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1F5BA7"/>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1F5BA7"/>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F5BA7"/>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D3A33E2C-E883-44F3-A1E1-61F90043E8BF}"/>
</file>

<file path=customXml/itemProps2.xml><?xml version="1.0" encoding="utf-8"?>
<ds:datastoreItem xmlns:ds="http://schemas.openxmlformats.org/officeDocument/2006/customXml" ds:itemID="{6FFFFFEF-C6FD-4DC3-AF63-9EFA6C5E0EE8}">
  <ds:schemaRefs>
    <ds:schemaRef ds:uri="http://schemas.openxmlformats.org/officeDocument/2006/bibliography"/>
  </ds:schemaRefs>
</ds:datastoreItem>
</file>

<file path=customXml/itemProps3.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0ACC01FF-C9A4-402B-BF2C-AE5C4D0C79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6513</Words>
  <Characters>35823</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42252</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2022-12-21T09:48:00Z</dcterms:created>
  <dcterms:modified xsi:type="dcterms:W3CDTF">2022-12-21T09:48:00Z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